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05"/>
        <w:tblW w:w="10597" w:type="dxa"/>
        <w:tblLook w:val="04A0"/>
      </w:tblPr>
      <w:tblGrid>
        <w:gridCol w:w="5211"/>
        <w:gridCol w:w="5386"/>
      </w:tblGrid>
      <w:tr w:rsidR="00DB35B0" w:rsidRPr="00505118" w:rsidTr="00E04155">
        <w:tc>
          <w:tcPr>
            <w:tcW w:w="5211" w:type="dxa"/>
          </w:tcPr>
          <w:p w:rsidR="00DB35B0" w:rsidRPr="00505118" w:rsidRDefault="00DB35B0" w:rsidP="00E04155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</w:tcPr>
          <w:p w:rsidR="00DB35B0" w:rsidRPr="008D571B" w:rsidRDefault="00DB35B0" w:rsidP="00E0415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ПРИЛОЖЕНИЕ </w:t>
            </w:r>
          </w:p>
          <w:p w:rsidR="00DB35B0" w:rsidRPr="008D571B" w:rsidRDefault="00DB35B0" w:rsidP="00E0415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к приказу управления образования </w:t>
            </w:r>
          </w:p>
          <w:p w:rsidR="00DB35B0" w:rsidRPr="008D571B" w:rsidRDefault="00DB35B0" w:rsidP="00E04155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eastAsia="Calibri"/>
                <w:sz w:val="28"/>
                <w:szCs w:val="28"/>
                <w:lang w:eastAsia="en-US"/>
              </w:rPr>
              <w:t>муниципального образования</w:t>
            </w:r>
            <w:r w:rsidRPr="008D571B">
              <w:rPr>
                <w:rFonts w:eastAsia="Calibri"/>
                <w:sz w:val="28"/>
                <w:szCs w:val="28"/>
                <w:lang w:eastAsia="en-US"/>
              </w:rPr>
              <w:t xml:space="preserve"> Гулькевичский район</w:t>
            </w:r>
          </w:p>
          <w:p w:rsidR="00DB35B0" w:rsidRPr="00505118" w:rsidRDefault="00DB35B0" w:rsidP="009F1DF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6D0B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F1DF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025D4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="00295620">
              <w:rPr>
                <w:rFonts w:eastAsia="Calibri"/>
                <w:sz w:val="28"/>
                <w:szCs w:val="28"/>
                <w:lang w:eastAsia="en-US"/>
              </w:rPr>
              <w:t xml:space="preserve">.11.2020  </w:t>
            </w:r>
            <w:r w:rsidR="009F1DF3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Pr="008D571B">
              <w:rPr>
                <w:rFonts w:eastAsia="Calibri"/>
                <w:sz w:val="28"/>
                <w:szCs w:val="28"/>
                <w:lang w:eastAsia="en-US"/>
              </w:rPr>
              <w:t>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025D4">
              <w:rPr>
                <w:rFonts w:eastAsia="Calibri"/>
                <w:sz w:val="28"/>
                <w:szCs w:val="28"/>
                <w:lang w:eastAsia="en-US"/>
              </w:rPr>
              <w:t>908</w:t>
            </w:r>
            <w:r w:rsidR="00295620">
              <w:rPr>
                <w:rFonts w:eastAsia="Calibri"/>
                <w:sz w:val="28"/>
                <w:szCs w:val="28"/>
                <w:lang w:eastAsia="en-US"/>
              </w:rPr>
              <w:t>-о</w:t>
            </w:r>
          </w:p>
        </w:tc>
      </w:tr>
    </w:tbl>
    <w:p w:rsidR="00DB35B0" w:rsidRDefault="00DB35B0" w:rsidP="00DB35B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7710E" w:rsidRDefault="0007710E" w:rsidP="0007710E">
      <w:pPr>
        <w:jc w:val="center"/>
        <w:rPr>
          <w:b/>
          <w:bCs/>
          <w:sz w:val="28"/>
          <w:szCs w:val="28"/>
        </w:rPr>
      </w:pPr>
      <w:r w:rsidRPr="00462181">
        <w:rPr>
          <w:b/>
          <w:bCs/>
          <w:sz w:val="28"/>
          <w:szCs w:val="28"/>
        </w:rPr>
        <w:t xml:space="preserve">Список </w:t>
      </w:r>
    </w:p>
    <w:p w:rsidR="0007710E" w:rsidRPr="00462181" w:rsidRDefault="0007710E" w:rsidP="0007710E">
      <w:pPr>
        <w:jc w:val="center"/>
        <w:rPr>
          <w:b/>
          <w:bCs/>
          <w:sz w:val="28"/>
          <w:szCs w:val="28"/>
        </w:rPr>
      </w:pPr>
      <w:r w:rsidRPr="00462181">
        <w:rPr>
          <w:b/>
          <w:bCs/>
          <w:sz w:val="28"/>
          <w:szCs w:val="28"/>
        </w:rPr>
        <w:t>победителей, призеров</w:t>
      </w:r>
      <w:r>
        <w:rPr>
          <w:b/>
          <w:bCs/>
          <w:sz w:val="28"/>
          <w:szCs w:val="28"/>
        </w:rPr>
        <w:t xml:space="preserve"> и </w:t>
      </w:r>
      <w:r w:rsidRPr="00462181">
        <w:rPr>
          <w:b/>
          <w:bCs/>
          <w:sz w:val="28"/>
          <w:szCs w:val="28"/>
        </w:rPr>
        <w:t xml:space="preserve">участников </w:t>
      </w:r>
    </w:p>
    <w:p w:rsidR="00F025D4" w:rsidRPr="00F427C1" w:rsidRDefault="00F025D4" w:rsidP="00F025D4">
      <w:pPr>
        <w:jc w:val="center"/>
        <w:rPr>
          <w:b/>
          <w:bCs/>
          <w:sz w:val="28"/>
          <w:szCs w:val="28"/>
        </w:rPr>
      </w:pPr>
      <w:r w:rsidRPr="00F427C1">
        <w:rPr>
          <w:b/>
          <w:bCs/>
          <w:sz w:val="28"/>
          <w:szCs w:val="28"/>
        </w:rPr>
        <w:t xml:space="preserve">открытого муниципального </w:t>
      </w:r>
      <w:r w:rsidRPr="00F427C1">
        <w:rPr>
          <w:rFonts w:eastAsia="Times New Roman CYR"/>
          <w:b/>
          <w:bCs/>
          <w:iCs/>
          <w:sz w:val="28"/>
          <w:szCs w:val="28"/>
        </w:rPr>
        <w:t xml:space="preserve">конкурса </w:t>
      </w:r>
      <w:r w:rsidRPr="00F427C1">
        <w:rPr>
          <w:b/>
          <w:bCs/>
          <w:sz w:val="28"/>
          <w:szCs w:val="28"/>
        </w:rPr>
        <w:t xml:space="preserve">видеороликов с дистанционным участием  «Пусть всегда будет мама!» </w:t>
      </w:r>
    </w:p>
    <w:p w:rsidR="00F025D4" w:rsidRPr="00F427C1" w:rsidRDefault="00F025D4" w:rsidP="00F025D4">
      <w:pPr>
        <w:jc w:val="center"/>
        <w:rPr>
          <w:b/>
          <w:bCs/>
          <w:color w:val="000000"/>
          <w:sz w:val="28"/>
          <w:szCs w:val="28"/>
        </w:rPr>
      </w:pPr>
      <w:r w:rsidRPr="00F427C1">
        <w:rPr>
          <w:b/>
          <w:bCs/>
          <w:color w:val="000000"/>
          <w:sz w:val="28"/>
          <w:szCs w:val="28"/>
        </w:rPr>
        <w:t xml:space="preserve">среди воспитанников дошкольных образовательных учреждений, </w:t>
      </w:r>
      <w:r w:rsidRPr="00F427C1">
        <w:rPr>
          <w:b/>
          <w:sz w:val="28"/>
          <w:szCs w:val="28"/>
        </w:rPr>
        <w:t>учащихся  образовательных учреждений</w:t>
      </w:r>
      <w:r w:rsidRPr="00F427C1">
        <w:rPr>
          <w:b/>
          <w:bCs/>
          <w:color w:val="000000"/>
          <w:sz w:val="28"/>
          <w:szCs w:val="28"/>
        </w:rPr>
        <w:t>муниципального образования Гулькевичский район</w:t>
      </w:r>
    </w:p>
    <w:p w:rsidR="0007710E" w:rsidRDefault="0007710E" w:rsidP="00000A9E">
      <w:pPr>
        <w:jc w:val="center"/>
        <w:rPr>
          <w:b/>
          <w:sz w:val="28"/>
          <w:szCs w:val="28"/>
        </w:rPr>
      </w:pPr>
    </w:p>
    <w:p w:rsidR="00F45356" w:rsidRPr="00F45356" w:rsidRDefault="000451F0" w:rsidP="00F45356">
      <w:pPr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НОМИНАЦИЯ</w:t>
      </w:r>
      <w:r w:rsidR="00F45356" w:rsidRPr="00AF1F83">
        <w:rPr>
          <w:rFonts w:eastAsia="Calibri"/>
          <w:sz w:val="28"/>
          <w:szCs w:val="28"/>
          <w:lang w:eastAsia="en-US"/>
        </w:rPr>
        <w:t>:</w:t>
      </w:r>
      <w:r w:rsidR="00F45356" w:rsidRPr="00AF1F83">
        <w:rPr>
          <w:sz w:val="28"/>
          <w:szCs w:val="28"/>
          <w:lang w:eastAsia="ar-SA"/>
        </w:rPr>
        <w:t xml:space="preserve"> А мы с мамой кулинары</w:t>
      </w:r>
    </w:p>
    <w:p w:rsidR="000451F0" w:rsidRPr="00926E85" w:rsidRDefault="00F45356" w:rsidP="000451F0">
      <w:pPr>
        <w:suppressAutoHyphens/>
        <w:ind w:right="200"/>
        <w:jc w:val="both"/>
        <w:rPr>
          <w:b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en-US"/>
        </w:rPr>
        <w:t>Возрастная категория: 5-7</w:t>
      </w:r>
      <w:r w:rsidRPr="003974B2">
        <w:rPr>
          <w:rFonts w:eastAsia="Calibri"/>
          <w:sz w:val="28"/>
          <w:szCs w:val="28"/>
          <w:lang w:eastAsia="en-US"/>
        </w:rPr>
        <w:t xml:space="preserve"> лет</w:t>
      </w:r>
    </w:p>
    <w:p w:rsidR="0079480D" w:rsidRPr="0079480D" w:rsidRDefault="0079480D" w:rsidP="0079480D">
      <w:pPr>
        <w:rPr>
          <w:b/>
        </w:rPr>
      </w:pPr>
    </w:p>
    <w:tbl>
      <w:tblPr>
        <w:tblW w:w="1072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060"/>
        <w:gridCol w:w="4035"/>
        <w:gridCol w:w="1513"/>
      </w:tblGrid>
      <w:tr w:rsidR="00F45356" w:rsidRPr="000451F0" w:rsidTr="00C972D9">
        <w:trPr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0451F0" w:rsidRDefault="00F45356" w:rsidP="00871690">
            <w:pPr>
              <w:jc w:val="both"/>
            </w:pPr>
            <w:r w:rsidRPr="000451F0"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0451F0" w:rsidRDefault="00F45356" w:rsidP="00871690">
            <w:r w:rsidRPr="000451F0">
              <w:t>Ф.И. участника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0451F0" w:rsidRDefault="00F45356" w:rsidP="00871690">
            <w:r w:rsidRPr="000451F0">
              <w:t>ОО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0451F0" w:rsidRDefault="00F45356" w:rsidP="00871690">
            <w:r w:rsidRPr="000451F0">
              <w:t>Ф.И.О. педагога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0451F0" w:rsidRDefault="00F45356" w:rsidP="00871690">
            <w:r w:rsidRPr="000451F0">
              <w:t>Результат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0451F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A76CF7" w:rsidRDefault="00F45356" w:rsidP="002C4B21">
            <w:pPr>
              <w:jc w:val="both"/>
              <w:rPr>
                <w:rFonts w:eastAsia="Calibri"/>
                <w:lang w:eastAsia="en-US"/>
              </w:rPr>
            </w:pPr>
            <w:r w:rsidRPr="00A76CF7">
              <w:rPr>
                <w:rFonts w:eastAsia="Calibri"/>
              </w:rPr>
              <w:t>Якимович Роман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F45356" w:rsidRDefault="00F45356" w:rsidP="002C4B21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ДОУ д/с № 7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A76CF7" w:rsidRDefault="00F45356" w:rsidP="002C4B21">
            <w:pPr>
              <w:jc w:val="both"/>
              <w:rPr>
                <w:rFonts w:eastAsia="Calibri"/>
                <w:lang w:eastAsia="en-US"/>
              </w:rPr>
            </w:pPr>
            <w:r w:rsidRPr="00A76CF7">
              <w:rPr>
                <w:rFonts w:eastAsia="Calibri"/>
              </w:rPr>
              <w:t>Якимович Анна Анатольевна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A76CF7" w:rsidRDefault="00F45356" w:rsidP="002C4B2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6F1137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1137">
              <w:rPr>
                <w:rFonts w:eastAsia="Calibri"/>
                <w:sz w:val="22"/>
                <w:szCs w:val="22"/>
                <w:lang w:eastAsia="en-US"/>
              </w:rPr>
              <w:t>Стрельников  Павел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 13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C765ED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t>Мельдер Татьяна Николаевна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CE2AA7" w:rsidRDefault="00F45356" w:rsidP="002C4B21">
            <w:pPr>
              <w:shd w:val="clear" w:color="auto" w:fill="FFFFFF"/>
              <w:outlineLvl w:val="1"/>
            </w:pPr>
            <w:r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6F1137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1137">
              <w:rPr>
                <w:rFonts w:eastAsia="Calibri"/>
                <w:sz w:val="22"/>
                <w:szCs w:val="22"/>
                <w:lang w:eastAsia="en-US"/>
              </w:rPr>
              <w:t>Шеститко Александр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 13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>
              <w:t>Кувалёва Светлана Петровна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F50BAA" w:rsidRDefault="00F45356" w:rsidP="002C4B21">
            <w:pPr>
              <w:shd w:val="clear" w:color="auto" w:fill="FFFFFF"/>
              <w:outlineLvl w:val="1"/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6F1137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1137">
              <w:rPr>
                <w:rFonts w:eastAsia="Calibri"/>
                <w:sz w:val="22"/>
                <w:szCs w:val="22"/>
                <w:lang w:eastAsia="en-US"/>
              </w:rPr>
              <w:t>Евсеева Виолетта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 13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0A6BFB" w:rsidRDefault="00F45356" w:rsidP="002C4B21">
            <w:r>
              <w:t xml:space="preserve">Евсеева Диана Александровна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0E4DBD"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6F1137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F1137">
              <w:rPr>
                <w:rFonts w:eastAsia="Calibri"/>
                <w:sz w:val="22"/>
                <w:szCs w:val="22"/>
                <w:lang w:eastAsia="en-US"/>
              </w:rPr>
              <w:t>Борисов Тимофей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 13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0A6BFB" w:rsidRDefault="00F45356" w:rsidP="002C4B21">
            <w:r>
              <w:t>Борисова Елена Александровна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0E4DBD"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E6B61" w:rsidRDefault="00F45356" w:rsidP="002C4B21">
            <w:pPr>
              <w:rPr>
                <w:rFonts w:eastAsia="Calibri"/>
                <w:lang w:eastAsia="en-US"/>
              </w:rPr>
            </w:pPr>
            <w:r w:rsidRPr="003E6B61">
              <w:rPr>
                <w:rFonts w:eastAsia="Calibri"/>
                <w:lang w:eastAsia="en-US"/>
              </w:rPr>
              <w:t>Павлов Кирилл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rPr>
                <w:rFonts w:eastAsia="Calibri"/>
                <w:lang w:eastAsia="en-US"/>
              </w:rPr>
            </w:pPr>
            <w:r w:rsidRPr="00492646">
              <w:rPr>
                <w:rFonts w:eastAsia="Calibri"/>
                <w:lang w:eastAsia="en-US"/>
              </w:rPr>
              <w:t>ДОУ д/с №14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E6B61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Захарова Марина Анатольевна </w:t>
            </w:r>
            <w:r w:rsidRPr="003E6B6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E6B61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6F1137" w:rsidRDefault="00F45356" w:rsidP="002C4B21">
            <w:pPr>
              <w:rPr>
                <w:rFonts w:eastAsia="Calibri"/>
                <w:lang w:eastAsia="en-US"/>
              </w:rPr>
            </w:pPr>
            <w:r w:rsidRPr="006F1137">
              <w:rPr>
                <w:rFonts w:eastAsia="Calibri"/>
                <w:lang w:eastAsia="en-US"/>
              </w:rPr>
              <w:t>Левина Варвара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rPr>
                <w:rFonts w:eastAsia="Calibri"/>
                <w:lang w:eastAsia="en-US"/>
              </w:rPr>
            </w:pPr>
            <w:r w:rsidRPr="00492646">
              <w:rPr>
                <w:rFonts w:eastAsia="Calibri"/>
                <w:lang w:eastAsia="en-US"/>
              </w:rPr>
              <w:t>ДОУ д/с №14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E6B61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Володина Ольга Юрьевна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E6B61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8E063F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E063F">
              <w:rPr>
                <w:rFonts w:eastAsia="Calibri"/>
                <w:sz w:val="22"/>
                <w:szCs w:val="22"/>
                <w:lang w:eastAsia="en-US"/>
              </w:rPr>
              <w:t>Токман Элина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7486D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7486D">
              <w:rPr>
                <w:rFonts w:eastAsia="Calibri"/>
                <w:sz w:val="22"/>
                <w:szCs w:val="22"/>
                <w:lang w:eastAsia="en-US"/>
              </w:rPr>
              <w:t>ДОУ д/с № 17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Ломанцева Галина Ивановна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Солодовникова Дарина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7486D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7486D">
              <w:rPr>
                <w:rFonts w:eastAsia="Calibri"/>
                <w:sz w:val="22"/>
                <w:szCs w:val="22"/>
                <w:lang w:eastAsia="en-US"/>
              </w:rPr>
              <w:t>ДОУ д/с №17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Гордиенко Лидия Николаевна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8C3550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Королёва Маргарита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7486D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7486D">
              <w:rPr>
                <w:rFonts w:eastAsia="Calibri"/>
                <w:sz w:val="22"/>
                <w:szCs w:val="22"/>
                <w:lang w:eastAsia="en-US"/>
              </w:rPr>
              <w:t>ДОУ д/с № 17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Ломанцева Галина Ивановна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Тютерева Ксения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7486D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7486D">
              <w:rPr>
                <w:rFonts w:eastAsia="Calibri"/>
                <w:sz w:val="22"/>
                <w:szCs w:val="22"/>
                <w:lang w:eastAsia="en-US"/>
              </w:rPr>
              <w:t>ДОУ д/с № 17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Шульга Оксана Александровна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1159D2"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Малярова Мария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92646">
              <w:t>ДОУ д/с №18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Фаткина Ирина Леонидовна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Носков Дмитрий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 19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Нуркова Марина Александровна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B73A75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15487" w:rsidRDefault="00F45356" w:rsidP="002C4B21">
            <w:r w:rsidRPr="00115487">
              <w:t>Боевец Ксения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15487" w:rsidRDefault="00F45356" w:rsidP="002C4B21">
            <w:r w:rsidRPr="00115487">
              <w:t>ДОУ д/с № 22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15487" w:rsidRDefault="00F45356" w:rsidP="002C4B21">
            <w:r>
              <w:t>Боевец Елена Владимировна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B73A75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8E063F" w:rsidRDefault="00F45356" w:rsidP="002C4B21">
            <w:r w:rsidRPr="008E063F">
              <w:t xml:space="preserve">Крюкова Алеся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8E063F" w:rsidRDefault="00F45356" w:rsidP="002C4B21">
            <w:r w:rsidRPr="008E063F">
              <w:t>ДОУ д/с № 24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8E063F" w:rsidRDefault="00F45356" w:rsidP="002C4B21">
            <w:r w:rsidRPr="008E063F">
              <w:t>Крюкова Татьяна Сергеевна</w:t>
            </w:r>
            <w: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171A58" w:rsidRDefault="00F45356" w:rsidP="002C4B21">
            <w:r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lang w:eastAsia="en-US"/>
              </w:rPr>
            </w:pPr>
            <w:r>
              <w:t>Прахова Вера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lang w:eastAsia="en-US"/>
              </w:rPr>
            </w:pPr>
            <w:r>
              <w:t>ДОУ д/с № 25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lang w:eastAsia="en-US"/>
              </w:rPr>
            </w:pPr>
            <w:r>
              <w:t>Матанова Юлия Александровна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A112C1"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  <w:lang w:eastAsia="en-US"/>
              </w:rPr>
            </w:pPr>
            <w:r w:rsidRPr="00DC7F14">
              <w:rPr>
                <w:sz w:val="22"/>
                <w:szCs w:val="22"/>
              </w:rPr>
              <w:t>Крылов Артем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  <w:lang w:eastAsia="en-US"/>
              </w:rPr>
            </w:pPr>
            <w:r w:rsidRPr="00DC7F14">
              <w:rPr>
                <w:sz w:val="22"/>
                <w:szCs w:val="22"/>
              </w:rPr>
              <w:t>ДОУ д/с № 25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  <w:lang w:eastAsia="en-US"/>
              </w:rPr>
            </w:pPr>
            <w:r w:rsidRPr="00DC7F14">
              <w:rPr>
                <w:sz w:val="22"/>
                <w:szCs w:val="22"/>
              </w:rPr>
              <w:t>Игнатова Надежда Васильевна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</w:rPr>
            </w:pPr>
            <w:r w:rsidRPr="00DC7F14">
              <w:rPr>
                <w:sz w:val="22"/>
                <w:szCs w:val="22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 xml:space="preserve">Ремизов Игорь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 xml:space="preserve">ДОУ д/с №26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>Дегтерева Татьяна Владимировна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</w:rPr>
            </w:pPr>
            <w:r w:rsidRPr="00DC7F14">
              <w:rPr>
                <w:sz w:val="22"/>
                <w:szCs w:val="22"/>
              </w:rPr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>Мартынова Милана.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 xml:space="preserve">ДОУ д/с №26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>Шарапова Антонина Владимировна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</w:rPr>
            </w:pPr>
            <w:r w:rsidRPr="00DC7F14">
              <w:rPr>
                <w:sz w:val="22"/>
                <w:szCs w:val="22"/>
              </w:rPr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>Оленцова Елизавета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 xml:space="preserve">ДОУ д/с № 26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>Рыбчинская Любовь Владимировна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 xml:space="preserve">Свистельникова Ева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sz w:val="22"/>
                <w:szCs w:val="22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 xml:space="preserve">ДОУ д/с № 26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rFonts w:eastAsia="Calibri"/>
                <w:sz w:val="22"/>
                <w:szCs w:val="22"/>
                <w:lang w:eastAsia="en-US"/>
              </w:rPr>
              <w:t>Заздравных Марина Николаевна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DC7F14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7F14">
              <w:rPr>
                <w:sz w:val="22"/>
                <w:szCs w:val="22"/>
              </w:rPr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Токарева Вероника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92646">
              <w:rPr>
                <w:rFonts w:eastAsia="Calibri"/>
                <w:sz w:val="22"/>
                <w:szCs w:val="22"/>
                <w:lang w:eastAsia="en-US"/>
              </w:rPr>
              <w:t xml:space="preserve">26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Блудова Наталья Владимировна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Попов Артем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rPr>
                <w:rFonts w:eastAsia="Calibri"/>
                <w:lang w:eastAsia="en-US"/>
              </w:rPr>
            </w:pPr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92646">
              <w:rPr>
                <w:rFonts w:eastAsia="Calibri"/>
                <w:sz w:val="22"/>
                <w:szCs w:val="22"/>
                <w:lang w:eastAsia="en-US"/>
              </w:rPr>
              <w:t xml:space="preserve">26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Заздравных Марина Николаевна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E81309" w:rsidRDefault="00F45356" w:rsidP="002C4B21">
            <w:pPr>
              <w:rPr>
                <w:rFonts w:ascii="Arial" w:hAnsi="Arial" w:cs="Arial"/>
                <w:color w:val="000000"/>
                <w:sz w:val="27"/>
                <w:szCs w:val="27"/>
                <w:shd w:val="clear" w:color="auto" w:fill="FFFFFF"/>
                <w:lang w:eastAsia="en-US"/>
              </w:rPr>
            </w:pPr>
            <w:r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Ембулаева Мирослава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r w:rsidRPr="00492646">
              <w:rPr>
                <w:rFonts w:eastAsia="Calibri"/>
                <w:sz w:val="22"/>
                <w:szCs w:val="22"/>
                <w:lang w:eastAsia="en-US"/>
              </w:rPr>
              <w:t xml:space="preserve">ДОУ д/с №26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Косинова Оксана Александровна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83F8B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F603C2" w:rsidRDefault="00F45356" w:rsidP="002C4B21">
            <w:pPr>
              <w:pStyle w:val="ad"/>
            </w:pPr>
            <w:r w:rsidRPr="00F603C2">
              <w:t>Громова Милена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2C4B21">
            <w:pPr>
              <w:pStyle w:val="ad"/>
            </w:pPr>
            <w:r w:rsidRPr="00492646">
              <w:t>ДОУ д/с №28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F603C2" w:rsidRDefault="00F45356" w:rsidP="002C4B21">
            <w:pPr>
              <w:pStyle w:val="ad"/>
            </w:pPr>
            <w:r>
              <w:t>Яценко Лина Владимировна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EE0A10"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B75435" w:rsidRDefault="00F45356" w:rsidP="002C4B21">
            <w:pPr>
              <w:rPr>
                <w:rFonts w:eastAsia="Calibri"/>
                <w:lang w:eastAsia="en-US"/>
              </w:rPr>
            </w:pPr>
            <w:r w:rsidRPr="00B75435">
              <w:rPr>
                <w:rFonts w:eastAsia="Calibri"/>
                <w:lang w:eastAsia="en-US"/>
              </w:rPr>
              <w:t>Караулов Артем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B75435" w:rsidRDefault="00F45356" w:rsidP="002C4B21">
            <w:pPr>
              <w:rPr>
                <w:rFonts w:eastAsia="Calibri"/>
                <w:lang w:eastAsia="en-US"/>
              </w:rPr>
            </w:pPr>
            <w:r w:rsidRPr="00B75435">
              <w:rPr>
                <w:rFonts w:eastAsia="Calibri"/>
                <w:lang w:eastAsia="en-US"/>
              </w:rPr>
              <w:t xml:space="preserve">ДОУ д/с № 29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B75435" w:rsidRDefault="00F45356" w:rsidP="002C4B2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Афанасьева Галина Ивановна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Default="00F45356" w:rsidP="002C4B21">
            <w:r w:rsidRPr="00EE0A10">
              <w:t>Участник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Борисенко Максим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92646">
              <w:rPr>
                <w:rFonts w:eastAsia="Calibri"/>
                <w:sz w:val="22"/>
                <w:szCs w:val="22"/>
                <w:lang w:eastAsia="en-US"/>
              </w:rPr>
              <w:t xml:space="preserve">ДОУ д\с № 30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Воспитатель Балынская Жанна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F45356" w:rsidRPr="00295620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295620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3974B2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Гончаров Егор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49264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92646">
              <w:rPr>
                <w:rFonts w:eastAsia="Calibri"/>
                <w:sz w:val="22"/>
                <w:szCs w:val="22"/>
                <w:lang w:eastAsia="en-US"/>
              </w:rPr>
              <w:t>ДОУ д/с № 31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A22AC8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22AC8">
              <w:rPr>
                <w:rFonts w:eastAsia="Calibri"/>
                <w:sz w:val="22"/>
                <w:szCs w:val="22"/>
                <w:lang w:eastAsia="en-US"/>
              </w:rPr>
              <w:t>Аб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альмасова Татьяна Геннадьевна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51F23" w:rsidRDefault="00F45356" w:rsidP="00F45356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Сеферян Настя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ДОУ д/с № 35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Шелухина Екатерина Сергеевна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Донец Милана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ДОУ д/с № 35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Шелухина Екатерина Сергеевна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r w:rsidRPr="00937206"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Гамаев Тимур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38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Гамаева Ольга Владимировна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F45356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Победитель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Топчий Ольга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38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Топчий Ольга Владиславна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Участник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Афанасьева Светлана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937206">
              <w:rPr>
                <w:rFonts w:eastAsia="Calibri"/>
                <w:sz w:val="22"/>
                <w:szCs w:val="22"/>
                <w:lang w:eastAsia="en-US"/>
              </w:rPr>
              <w:t>ДОУ д/с № 39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Афанасьева Людмила Владимировна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Призёр</w:t>
            </w:r>
          </w:p>
        </w:tc>
      </w:tr>
      <w:tr w:rsidR="00F45356" w:rsidRPr="00937206" w:rsidTr="00C972D9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Фетисов Дмитрий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ДОУ д/с №50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Маркарян Надежда Генадьевна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Участник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Бередина Даша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52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Дьякова Елена Викторовна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val="en-US"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Бывалин Никита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ЦРТДиЮ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 xml:space="preserve">Гладкая Дарья Александровна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Воронцов Захар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ЦРТДиЮ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 xml:space="preserve">Гладкая Дарья Александровна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Упорова Мария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 1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Кашпур Солмаз Инпират кызы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Халилова Полина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 1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Кашпур Солмаз Инпират кызы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Дементиенко Ксения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bCs/>
              </w:rPr>
              <w:t>СОШ № 2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Волгова Зоя Михайловна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t>Участник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Орлов Семен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№ 7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Терещенко Анна Николаевна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Нюпин Семен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 xml:space="preserve">СОШ № 7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Терещенко Анна Николаевна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2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79480D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Дрюков Александр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 xml:space="preserve">СОШ № 7 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Терещенко Анна Николаевна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</w:tbl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  <w:r w:rsidRPr="00937206">
        <w:rPr>
          <w:rFonts w:eastAsia="Calibri"/>
          <w:sz w:val="28"/>
          <w:szCs w:val="28"/>
          <w:lang w:eastAsia="en-US"/>
        </w:rPr>
        <w:t>Возрастная категория: 8-11 лет</w:t>
      </w:r>
    </w:p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117"/>
        <w:gridCol w:w="3978"/>
        <w:gridCol w:w="1560"/>
      </w:tblGrid>
      <w:tr w:rsidR="00F45356" w:rsidRPr="00937206" w:rsidTr="00C972D9">
        <w:trPr>
          <w:trHeight w:val="4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9902AB">
            <w:pPr>
              <w:jc w:val="both"/>
            </w:pPr>
            <w:r w:rsidRPr="00937206"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9902AB">
            <w:r w:rsidRPr="00937206">
              <w:t>Ф.И. участника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9902AB">
            <w:r w:rsidRPr="00937206">
              <w:t>ОО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9902AB">
            <w:r w:rsidRPr="00937206">
              <w:t>Ф.И.О.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9902AB">
            <w:r w:rsidRPr="00937206">
              <w:t>Результат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Беляева Анастасия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 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Бледнова Татьяна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Победитель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Захарова Дарья 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 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Милькина Светлана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 xml:space="preserve">Целякус Арсений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bCs/>
              </w:rPr>
              <w:t>СОШ №</w:t>
            </w:r>
            <w:r w:rsidR="00145B00" w:rsidRPr="00937206">
              <w:rPr>
                <w:bCs/>
              </w:rPr>
              <w:t xml:space="preserve"> </w:t>
            </w:r>
            <w:r w:rsidRPr="00937206">
              <w:rPr>
                <w:bCs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Кудинова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 xml:space="preserve">Целякус Артемий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bCs/>
              </w:rPr>
              <w:t>СОШ №</w:t>
            </w:r>
            <w:r w:rsidR="00145B00" w:rsidRPr="00937206">
              <w:rPr>
                <w:bCs/>
              </w:rPr>
              <w:t xml:space="preserve"> </w:t>
            </w:r>
            <w:r w:rsidRPr="00937206">
              <w:rPr>
                <w:bCs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Кудинова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Кириченко Артём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bCs/>
              </w:rPr>
              <w:t>СОШ №</w:t>
            </w:r>
            <w:r w:rsidR="00145B00" w:rsidRPr="00937206">
              <w:rPr>
                <w:bCs/>
              </w:rPr>
              <w:t xml:space="preserve"> </w:t>
            </w:r>
            <w:r w:rsidRPr="00937206">
              <w:rPr>
                <w:bCs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Кудинова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Носков Александр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bCs/>
              </w:rPr>
              <w:t>СОШ №</w:t>
            </w:r>
            <w:r w:rsidR="00145B00" w:rsidRPr="00937206">
              <w:rPr>
                <w:bCs/>
              </w:rPr>
              <w:t xml:space="preserve"> </w:t>
            </w:r>
            <w:r w:rsidRPr="00937206">
              <w:rPr>
                <w:bCs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Кудинова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Мязин Леонид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 xml:space="preserve">3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Ампилова Ирина Викторовна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Участник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Малахова Екатерина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СОШ №</w:t>
            </w:r>
            <w:r w:rsidR="00145B00" w:rsidRPr="00937206">
              <w:t xml:space="preserve"> </w:t>
            </w:r>
            <w:r w:rsidRPr="00937206">
              <w:t>6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Богуш Татьяна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t>Мамаева Наталья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 xml:space="preserve">СОШ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Каткова Людмила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highlight w:val="yellow"/>
              </w:rPr>
            </w:pPr>
            <w:r w:rsidRPr="00937206">
              <w:t xml:space="preserve">Хомов Давид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СОШ № 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Брауэр Татьяна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shd w:val="clear" w:color="auto" w:fill="FFFFFF"/>
            </w:pPr>
            <w:r w:rsidRPr="00937206"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Мамаева Наталья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 xml:space="preserve">СОШ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Каткова Людмила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Варлыгин Николай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 xml:space="preserve">СОШ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Никитина Виктория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Галкин Анатолий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Анистратова Светлана Геннадиевна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Айрапетян Лиана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СОШ 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Давидюк Анна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Минякина Валерия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СОШ 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Давидюк Анна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Минякина Кира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rPr>
                <w:rFonts w:eastAsia="Calibri"/>
                <w:lang w:eastAsia="en-US"/>
              </w:rPr>
              <w:t>СОШ 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Гулькина Ирина 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 xml:space="preserve">Гаркуша Снежана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t xml:space="preserve">СОШ № 12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Радченко Наталья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Гаркуша Жанна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t xml:space="preserve">СОШ № 12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Радченко Наталья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F45356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18422E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shd w:val="clear" w:color="auto" w:fill="FFFFFF"/>
              </w:rPr>
              <w:t xml:space="preserve">Жуков Павел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 13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shd w:val="clear" w:color="auto" w:fill="FFFFFF"/>
              </w:rPr>
            </w:pPr>
            <w:r w:rsidRPr="00937206">
              <w:rPr>
                <w:shd w:val="clear" w:color="auto" w:fill="FFFFFF"/>
              </w:rPr>
              <w:t xml:space="preserve">Жукова Светлана Павловна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</w:tbl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p w:rsidR="00F45356" w:rsidRPr="00937206" w:rsidRDefault="00F45356" w:rsidP="00F45356">
      <w:pPr>
        <w:suppressAutoHyphens/>
        <w:jc w:val="both"/>
        <w:rPr>
          <w:sz w:val="28"/>
          <w:szCs w:val="28"/>
          <w:lang w:eastAsia="ar-SA"/>
        </w:rPr>
      </w:pPr>
      <w:r w:rsidRPr="00937206">
        <w:rPr>
          <w:b/>
          <w:lang w:eastAsia="ar-SA"/>
        </w:rPr>
        <w:t xml:space="preserve">НОМИНАЦИЯ: </w:t>
      </w:r>
      <w:r w:rsidRPr="00937206">
        <w:rPr>
          <w:sz w:val="28"/>
          <w:szCs w:val="28"/>
          <w:lang w:eastAsia="ar-SA"/>
        </w:rPr>
        <w:t>Я любимой маме песню посвящаю</w:t>
      </w:r>
    </w:p>
    <w:p w:rsidR="00F45356" w:rsidRPr="00937206" w:rsidRDefault="00F45356" w:rsidP="00F45356">
      <w:pPr>
        <w:suppressAutoHyphens/>
        <w:ind w:right="200"/>
        <w:jc w:val="both"/>
        <w:rPr>
          <w:b/>
          <w:sz w:val="28"/>
          <w:szCs w:val="28"/>
          <w:lang w:eastAsia="ar-SA"/>
        </w:rPr>
      </w:pPr>
      <w:r w:rsidRPr="00937206">
        <w:rPr>
          <w:rFonts w:eastAsia="Calibri"/>
          <w:sz w:val="28"/>
          <w:szCs w:val="28"/>
          <w:lang w:eastAsia="en-US"/>
        </w:rPr>
        <w:t>Возрастная категория: 5-7 лет</w:t>
      </w:r>
    </w:p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975"/>
        <w:gridCol w:w="3978"/>
        <w:gridCol w:w="1560"/>
      </w:tblGrid>
      <w:tr w:rsidR="00F45356" w:rsidRPr="00937206" w:rsidTr="00C972D9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pPr>
              <w:jc w:val="both"/>
            </w:pPr>
            <w:r w:rsidRPr="00937206"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 участника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ОО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Ф.И.О.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Результат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highlight w:val="yellow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Подлубинская Валерия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13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Шмалей Ольга Григорьевна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Федосова Анна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15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Теслева Людмила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Федосова Анастасия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15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Теслева Людмила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Володин Никита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15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Теслева Людмила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Чигарев Егор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ДОУ д/с № 17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Гордиенко Лидия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Пупышева Екатерина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t>ДОУ д/с №18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Рябикина Светлана Ивановна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Анисимова Валерия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t>ДОУ д/с №18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Клачкова Татьяна Максимовна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Бауэр Арина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ДОУ д/с № 24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 xml:space="preserve">Карташова Елена Викторовна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Антошкина Варвара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ДОУ д/с № 25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Прокопенко Людмила Евгеньевна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rPr>
                <w:rFonts w:eastAsia="Calibri"/>
              </w:rPr>
            </w:pPr>
            <w:r w:rsidRPr="00937206">
              <w:rPr>
                <w:rFonts w:eastAsia="Calibri"/>
              </w:rPr>
              <w:t>Билецкая Вероника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rPr>
                <w:rFonts w:eastAsia="Calibri"/>
              </w:rPr>
            </w:pPr>
            <w:r w:rsidRPr="00937206">
              <w:rPr>
                <w:rFonts w:eastAsia="Calibri"/>
              </w:rPr>
              <w:t>ДОУ д/с №28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rPr>
                <w:rFonts w:eastAsia="Calibri"/>
              </w:rPr>
            </w:pPr>
            <w:r w:rsidRPr="00937206">
              <w:rPr>
                <w:rFonts w:eastAsia="Calibri"/>
              </w:rPr>
              <w:t>Лозовая Марина Юрьевна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rPr>
                <w:rFonts w:eastAsia="Calibri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Чеснакова Алена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ДОУ д/с № 29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Тетёркина Алевтина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Ваниева Альбина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38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Прадедова Наталья Арсеновна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Ковалева Эмилия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ДОУ д/с 48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Орлова Людмила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Косова Олеся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 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Волковская Наталья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Белова Софья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Типикина Евгения Феодосиевна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Слабожанко Виталина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ЦРТДиЮ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Петрунина Алина Шакуровна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paragraphscxw113850990bcx0"/>
              <w:spacing w:before="0" w:beforeAutospacing="0" w:after="0" w:afterAutospacing="0"/>
              <w:textAlignment w:val="baseline"/>
            </w:pPr>
            <w:r w:rsidRPr="00937206">
              <w:rPr>
                <w:rStyle w:val="eopscxw113850990bcx0"/>
              </w:rPr>
              <w:t>Косова Полина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paragraphscxw113850990bcx0"/>
              <w:spacing w:before="0" w:beforeAutospacing="0" w:after="0" w:afterAutospacing="0"/>
              <w:textAlignment w:val="baseline"/>
            </w:pPr>
            <w:r w:rsidRPr="00937206">
              <w:rPr>
                <w:rStyle w:val="eopscxw113850990bcx0"/>
              </w:rPr>
              <w:t> ЦРТДиЮ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paragraphscxw113850990bcx0"/>
              <w:spacing w:before="0" w:beforeAutospacing="0" w:after="0" w:afterAutospacing="0"/>
              <w:textAlignment w:val="baseline"/>
            </w:pPr>
            <w:r w:rsidRPr="00937206">
              <w:rPr>
                <w:rStyle w:val="eopscxw113850990bcx0"/>
              </w:rPr>
              <w:t> Пирта Татьяна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paragraphscxw113850990bcx0"/>
              <w:spacing w:before="0" w:beforeAutospacing="0" w:after="0" w:afterAutospacing="0"/>
              <w:textAlignment w:val="baseline"/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</w:tbl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  <w:r w:rsidRPr="00937206">
        <w:rPr>
          <w:rFonts w:eastAsia="Calibri"/>
          <w:sz w:val="28"/>
          <w:szCs w:val="28"/>
          <w:lang w:eastAsia="en-US"/>
        </w:rPr>
        <w:t>Возрастная категория: 8-11 лет</w:t>
      </w:r>
    </w:p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799"/>
        <w:gridCol w:w="1870"/>
        <w:gridCol w:w="3978"/>
        <w:gridCol w:w="1560"/>
      </w:tblGrid>
      <w:tr w:rsidR="00F45356" w:rsidRPr="00937206" w:rsidTr="00C972D9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pPr>
              <w:jc w:val="both"/>
            </w:pPr>
            <w:r w:rsidRPr="00937206">
              <w:t>№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 участника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ОО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Ф.И.О.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Результат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Хомова Лидия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СОШ  № 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Глабенко Наталья Григорьевна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Белозёрова Алиса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t>СОШ № 12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Радченко Наталья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Победитель</w:t>
            </w:r>
          </w:p>
        </w:tc>
      </w:tr>
    </w:tbl>
    <w:p w:rsidR="00F45356" w:rsidRPr="00937206" w:rsidRDefault="00F45356" w:rsidP="00F45356">
      <w:pPr>
        <w:spacing w:line="276" w:lineRule="auto"/>
        <w:jc w:val="both"/>
        <w:rPr>
          <w:rFonts w:eastAsia="Calibri"/>
          <w:lang w:eastAsia="en-US"/>
        </w:rPr>
      </w:pPr>
    </w:p>
    <w:p w:rsidR="00F45356" w:rsidRPr="00937206" w:rsidRDefault="00F45356" w:rsidP="00DB35B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37206">
        <w:rPr>
          <w:rFonts w:eastAsia="Calibri"/>
          <w:sz w:val="28"/>
          <w:szCs w:val="28"/>
          <w:lang w:eastAsia="en-US"/>
        </w:rPr>
        <w:t>Возрастная категория: 12-14 лет</w:t>
      </w:r>
    </w:p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799"/>
        <w:gridCol w:w="1870"/>
        <w:gridCol w:w="3978"/>
        <w:gridCol w:w="1560"/>
      </w:tblGrid>
      <w:tr w:rsidR="00F45356" w:rsidRPr="00937206" w:rsidTr="00C972D9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pPr>
              <w:jc w:val="both"/>
            </w:pPr>
            <w:r w:rsidRPr="00937206">
              <w:t>№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 участника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ОО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Ф.И.О.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Результат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Тарханов Сергей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Сахань Елена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Победитель</w:t>
            </w:r>
          </w:p>
        </w:tc>
      </w:tr>
    </w:tbl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p w:rsidR="00F45356" w:rsidRPr="00937206" w:rsidRDefault="00F45356" w:rsidP="00F45356">
      <w:pPr>
        <w:suppressAutoHyphens/>
        <w:jc w:val="both"/>
        <w:rPr>
          <w:sz w:val="28"/>
          <w:szCs w:val="28"/>
          <w:lang w:eastAsia="ar-SA"/>
        </w:rPr>
      </w:pPr>
      <w:r w:rsidRPr="00937206">
        <w:rPr>
          <w:b/>
          <w:lang w:eastAsia="ar-SA"/>
        </w:rPr>
        <w:t xml:space="preserve">НОМИНАЦИЯ: </w:t>
      </w:r>
      <w:r w:rsidRPr="00937206">
        <w:rPr>
          <w:sz w:val="28"/>
          <w:szCs w:val="28"/>
          <w:lang w:eastAsia="ar-SA"/>
        </w:rPr>
        <w:t>Душевное поздравление</w:t>
      </w:r>
    </w:p>
    <w:p w:rsidR="00F45356" w:rsidRPr="00937206" w:rsidRDefault="00F45356" w:rsidP="00F45356">
      <w:pPr>
        <w:suppressAutoHyphens/>
        <w:ind w:right="200"/>
        <w:jc w:val="both"/>
        <w:rPr>
          <w:b/>
          <w:sz w:val="28"/>
          <w:szCs w:val="28"/>
          <w:lang w:eastAsia="ar-SA"/>
        </w:rPr>
      </w:pPr>
      <w:r w:rsidRPr="00937206">
        <w:rPr>
          <w:rFonts w:eastAsia="Calibri"/>
          <w:sz w:val="28"/>
          <w:szCs w:val="28"/>
          <w:lang w:eastAsia="en-US"/>
        </w:rPr>
        <w:t>Возрастная категория: 5-7 лет</w:t>
      </w:r>
    </w:p>
    <w:p w:rsidR="00F45356" w:rsidRPr="00937206" w:rsidRDefault="00F45356" w:rsidP="00F45356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701"/>
        <w:gridCol w:w="4110"/>
        <w:gridCol w:w="1560"/>
      </w:tblGrid>
      <w:tr w:rsidR="00F45356" w:rsidRPr="00937206" w:rsidTr="00C972D9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pPr>
              <w:jc w:val="both"/>
            </w:pPr>
            <w:r w:rsidRPr="00937206"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ОО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Ф.И.О.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Результат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Бабаян Руслан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ДОУ д/с №2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Дударева Елена Григорьевна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Стаценко Анастасия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Приходько Наталья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Мартыненко Ульяна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Дударева Елена Григорьевна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Кургенян Ерванд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Приходько Наталья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Чамиашвили Ксения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ДОУ д/с № 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Чамиашвили Елена Павловна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rPr>
                <w:highlight w:val="yellow"/>
              </w:rPr>
            </w:pPr>
            <w:r w:rsidRPr="00937206">
              <w:t>Григорьева Мария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ДОУ  д/с №13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Мелехова Елена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Иващенко Руслан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Шувалова Оксана Николаевна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Вейман Ярослав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Волкова Светлана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Крестинина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</w:rPr>
            </w:pPr>
            <w:r w:rsidRPr="00937206">
              <w:rPr>
                <w:rFonts w:eastAsia="Calibri"/>
              </w:rPr>
              <w:t>Волкова Светлана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rPr>
                <w:rFonts w:eastAsia="Calibri"/>
              </w:rPr>
              <w:t>Лебедев Михаил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</w:pPr>
            <w:r w:rsidRPr="00937206">
              <w:rPr>
                <w:rFonts w:eastAsia="Calibri"/>
              </w:rPr>
              <w:t>Веряскина Виктория Геннадьевна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rPr>
                <w:rFonts w:eastAsia="Calibri"/>
              </w:rPr>
              <w:t>Кашапова Виктория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</w:pPr>
            <w:r w:rsidRPr="00937206">
              <w:rPr>
                <w:rFonts w:eastAsia="Calibri"/>
              </w:rPr>
              <w:t>Веряскина Виктория Геннадьевна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rPr>
                <w:rFonts w:eastAsia="Calibri"/>
              </w:rPr>
              <w:t>Тищенко Василина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</w:pPr>
            <w:r w:rsidRPr="00937206">
              <w:rPr>
                <w:rFonts w:eastAsia="Calibri"/>
              </w:rPr>
              <w:t>Давыдова Елена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rPr>
                <w:rFonts w:eastAsia="Calibri"/>
              </w:rPr>
              <w:t>Татьянченко Дмитрий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</w:pPr>
            <w:r w:rsidRPr="00937206">
              <w:rPr>
                <w:rFonts w:eastAsia="Calibri"/>
              </w:rPr>
              <w:t>Долгая Елена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rPr>
                <w:rFonts w:eastAsia="Calibri"/>
              </w:rPr>
              <w:t>Бастрыкина Мирослава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</w:pPr>
            <w:r w:rsidRPr="00937206">
              <w:rPr>
                <w:rFonts w:eastAsia="Calibri"/>
              </w:rPr>
              <w:t>Долгая Елена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Рогоза Ярослав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Бороденкова Светлана Юрьевна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Канцев Давид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Cs/>
                <w:lang w:eastAsia="en-US"/>
              </w:rPr>
            </w:pPr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Богданова Оксана Юрьевна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Масленникова София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Коваленко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Шершень Алиса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Кондрашихина Галина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Орлов Николай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bCs/>
                <w:lang w:eastAsia="en-US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Шульга Оксана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937206">
              <w:rPr>
                <w:rFonts w:eastAsia="Calibri"/>
                <w:sz w:val="22"/>
                <w:szCs w:val="22"/>
              </w:rPr>
              <w:t xml:space="preserve">Осадчий Александр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937206">
              <w:rPr>
                <w:rFonts w:eastAsia="Calibri"/>
                <w:sz w:val="22"/>
                <w:szCs w:val="22"/>
              </w:rPr>
              <w:t>ДОУ д/с № 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</w:pPr>
            <w:r w:rsidRPr="00937206">
              <w:rPr>
                <w:rFonts w:eastAsia="Calibri"/>
                <w:sz w:val="22"/>
                <w:szCs w:val="22"/>
              </w:rPr>
              <w:t>Долгая Елена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937206">
              <w:rPr>
                <w:rFonts w:eastAsia="Calibri"/>
                <w:sz w:val="22"/>
                <w:szCs w:val="22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Фоменко Катя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ДОУ д/с №18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Куликова Наталья Владимировна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Хмелевская Арина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ДОУ д/с №18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 xml:space="preserve">Соколова Ольга Евгеньевна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t xml:space="preserve">Призёр 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Живарева Екатерина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sz w:val="28"/>
                <w:szCs w:val="28"/>
              </w:rPr>
            </w:pPr>
            <w:r w:rsidRPr="00937206">
              <w:t>ДОУ д/с № 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Смычкова Елена Леонидовна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Николаева Алена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ДОУ д/с № 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sz w:val="28"/>
                <w:szCs w:val="28"/>
              </w:rPr>
            </w:pPr>
            <w:r w:rsidRPr="00937206">
              <w:t>Боевец Елена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Челядинов Платон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ДОУ д/с № 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Евстюхина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Хромых Ксения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ДОУ д/с № 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Игнатова Надежда Васильева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Клименко Матвей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ДОУ д/с № 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Матанова Юлия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Симоненко Александр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Заздравных Марина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Мартынова Милана.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 xml:space="preserve">ДОУ д/с №26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Дегтерева Татьяна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Оленцова Елизавета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ДОУ д/с №26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Лобаченко Наталия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Тавлуева Мадина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ДОУ д\с № 30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Бобко Нина 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Паршина Полина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 38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Латифова Татьяна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Долженский Артем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ДОУ д/с № 39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Сурина Лариса Алексеевн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Курасова Вероника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ДОУ д/с </w:t>
            </w:r>
            <w:r w:rsidR="00145B00" w:rsidRPr="00937206">
              <w:rPr>
                <w:rFonts w:eastAsia="Calibri"/>
                <w:lang w:eastAsia="en-US"/>
              </w:rPr>
              <w:t>№</w:t>
            </w:r>
            <w:r w:rsidRPr="00937206">
              <w:rPr>
                <w:rFonts w:eastAsia="Calibri"/>
                <w:lang w:eastAsia="en-US"/>
              </w:rPr>
              <w:t xml:space="preserve">48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Ханджян Наталья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Крылова Софья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</w:t>
            </w:r>
            <w:r w:rsidR="00145B00" w:rsidRPr="00937206">
              <w:rPr>
                <w:rFonts w:eastAsia="Calibri"/>
                <w:lang w:eastAsia="en-US"/>
              </w:rPr>
              <w:t>№</w:t>
            </w:r>
            <w:r w:rsidRPr="00937206">
              <w:rPr>
                <w:rFonts w:eastAsia="Calibri"/>
                <w:lang w:eastAsia="en-US"/>
              </w:rPr>
              <w:t xml:space="preserve"> 48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Корицкая Татьяна Евгеньевна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Гасанбеков Адамкади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ДОУ д/с № 49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Куцемахина Надежда Вильгельмовна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Чубова Алиса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ДОУ д/с № 49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Слюсарева Ирина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Гурова Кира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Игольникова Дарья Павловна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Талалаев Сергей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Маркарян Надежда Генадьевна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Михайлова Надя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ДОУ д/с №52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Потапова Наталья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Волохов Арсений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Волковская Наталья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Кузьмина Анна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sz w:val="22"/>
                <w:szCs w:val="22"/>
                <w:lang w:eastAsia="en-US"/>
              </w:rPr>
              <w:t>Волковская Наталья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Чередин Олег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sz w:val="22"/>
                <w:szCs w:val="22"/>
                <w:lang w:eastAsia="en-US"/>
              </w:rPr>
              <w:t>Волковская Наталья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Александрова Дарья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Кашпур Солмаз Инпират кызы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Кодатенко Георгий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937206">
              <w:rPr>
                <w:rFonts w:eastAsia="Calibri"/>
                <w:sz w:val="22"/>
                <w:szCs w:val="22"/>
                <w:lang w:eastAsia="en-US"/>
              </w:rPr>
              <w:t>Кашпур Солмаз Инпират кызы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Дементиенко Ксения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bCs/>
              </w:rPr>
              <w:t>СОШ  № 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Волгова Зоя Михайловна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Ростовская Василиса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 xml:space="preserve">№ 7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Минасян Наталья Грантовна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Горевая Эвелина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Минасян Наталья Грантовна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Бова Савелий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 8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Ильгова Людмила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Призёр</w:t>
            </w:r>
          </w:p>
        </w:tc>
      </w:tr>
    </w:tbl>
    <w:p w:rsidR="00F45356" w:rsidRPr="00937206" w:rsidRDefault="00F45356" w:rsidP="00F45356">
      <w:pPr>
        <w:spacing w:line="276" w:lineRule="auto"/>
        <w:jc w:val="both"/>
        <w:rPr>
          <w:rFonts w:eastAsia="Calibri"/>
          <w:lang w:eastAsia="en-US"/>
        </w:rPr>
      </w:pPr>
    </w:p>
    <w:p w:rsidR="00F45356" w:rsidRPr="00937206" w:rsidRDefault="00F45356" w:rsidP="00F45356">
      <w:pPr>
        <w:spacing w:line="276" w:lineRule="auto"/>
        <w:jc w:val="both"/>
        <w:rPr>
          <w:rFonts w:eastAsia="Calibri"/>
          <w:lang w:eastAsia="en-US"/>
        </w:rPr>
      </w:pPr>
      <w:r w:rsidRPr="00937206">
        <w:rPr>
          <w:rFonts w:eastAsia="Calibri"/>
          <w:sz w:val="28"/>
          <w:szCs w:val="28"/>
          <w:lang w:eastAsia="en-US"/>
        </w:rPr>
        <w:t>Возрастная категория: 8-11 лет</w:t>
      </w:r>
    </w:p>
    <w:p w:rsidR="00F45356" w:rsidRPr="00937206" w:rsidRDefault="00F45356" w:rsidP="00F45356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799"/>
        <w:gridCol w:w="1870"/>
        <w:gridCol w:w="3978"/>
        <w:gridCol w:w="1560"/>
      </w:tblGrid>
      <w:tr w:rsidR="00F45356" w:rsidRPr="00937206" w:rsidTr="00C972D9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pPr>
              <w:jc w:val="both"/>
            </w:pPr>
            <w:r w:rsidRPr="00937206">
              <w:t>№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 участника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ОО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Ф.И.О.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Результат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Богородицкая Валерия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Шмойлова Юлия 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Пермяков Дмитрий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Бледнова Татьяна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Таранова Мария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 № 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Милькина Светлана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Марущенко Андрей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 3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Ампилова Ирина Викторовна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Бабаян Вадим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 4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Маранова Ирина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Дворников Михаил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 xml:space="preserve">СОШ  №6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Богуш Татьяна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Родимкин Адам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Гей Яна Валерьевна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Рубашин Иван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Типикина Евгения Феодосиевна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Юсубова Милана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Рябикина Виктория Михайловна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Трусов Иван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Филатова Татьяна Юрьевна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Бобрышева Варвара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Филатова Татьяна Юрьевна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Маркин Богдан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 xml:space="preserve">СОШ  № 7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Филатова Татьяна Юрьевна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Ефименко Валерия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 8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Братченко Анжела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Багалий Егор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 №10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Анистратова Светлана Геннадиевна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Токман Екатерина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 xml:space="preserve">16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Потапова Н.Ю.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Аджоян Ангелина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 xml:space="preserve">16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Джавадян Е.Е.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Карпенко Кристина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 xml:space="preserve">16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Джавадян Е.Е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Ваганян Максим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 xml:space="preserve">21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Иорданская Светлана Николаевна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Чентаев Сергей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b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СОШ №</w:t>
            </w:r>
            <w:r w:rsidR="00145B00" w:rsidRPr="00937206">
              <w:rPr>
                <w:rFonts w:eastAsia="Calibri"/>
                <w:lang w:eastAsia="en-US"/>
              </w:rPr>
              <w:t xml:space="preserve"> </w:t>
            </w:r>
            <w:r w:rsidRPr="00937206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Иорданская Светлана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t xml:space="preserve">Бакулина Алина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b/>
                <w:lang w:eastAsia="en-US"/>
              </w:rPr>
            </w:pPr>
            <w:r w:rsidRPr="00937206">
              <w:t xml:space="preserve">СОШ № 22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</w:pPr>
            <w:r w:rsidRPr="00937206">
              <w:t>Одинцова Арина Андреевна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</w:pPr>
            <w:r w:rsidRPr="00937206">
              <w:t>Призёр</w:t>
            </w:r>
          </w:p>
        </w:tc>
      </w:tr>
    </w:tbl>
    <w:p w:rsidR="00F45356" w:rsidRPr="00937206" w:rsidRDefault="00F45356" w:rsidP="00F45356">
      <w:pPr>
        <w:spacing w:line="276" w:lineRule="auto"/>
        <w:jc w:val="both"/>
        <w:rPr>
          <w:rFonts w:eastAsia="Calibri"/>
          <w:lang w:eastAsia="en-US"/>
        </w:rPr>
      </w:pPr>
    </w:p>
    <w:p w:rsidR="00F45356" w:rsidRPr="00937206" w:rsidRDefault="00F45356" w:rsidP="00F4535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937206">
        <w:rPr>
          <w:rFonts w:eastAsia="Calibri"/>
          <w:sz w:val="28"/>
          <w:szCs w:val="28"/>
          <w:lang w:eastAsia="en-US"/>
        </w:rPr>
        <w:t>Возрастная категория: 12-14 лет</w:t>
      </w:r>
    </w:p>
    <w:p w:rsidR="00F45356" w:rsidRPr="00937206" w:rsidRDefault="00F45356" w:rsidP="00F45356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799"/>
        <w:gridCol w:w="1870"/>
        <w:gridCol w:w="3978"/>
        <w:gridCol w:w="1560"/>
      </w:tblGrid>
      <w:tr w:rsidR="00F45356" w:rsidRPr="00937206" w:rsidTr="00C972D9">
        <w:trPr>
          <w:trHeight w:val="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pPr>
              <w:jc w:val="both"/>
            </w:pPr>
            <w:r w:rsidRPr="00937206">
              <w:t>№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 участника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ОО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356" w:rsidRPr="00937206" w:rsidRDefault="00F45356" w:rsidP="002C4B21">
            <w:r w:rsidRPr="00937206">
              <w:t>Ф.И.О.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56" w:rsidRPr="00937206" w:rsidRDefault="00F45356" w:rsidP="002C4B21">
            <w:r w:rsidRPr="00937206">
              <w:t>Результат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Солодков Владислав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b/>
                <w:lang w:eastAsia="en-US"/>
              </w:rPr>
            </w:pPr>
            <w:r w:rsidRPr="00937206">
              <w:rPr>
                <w:bCs/>
              </w:rPr>
              <w:t>СОШ № 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Солодкова Анна 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Абакумова Вероника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</w:pPr>
            <w:r w:rsidRPr="00937206">
              <w:t xml:space="preserve">СОШ  № 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Емельянцева Виктория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val="en-US"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Гуцманюк Дарья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СОШ  № 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Лысанская Ирина Казиевна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Гуринов Дмитрий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СОШ  № 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Гранюк Елена Михайловна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DC7F14" w:rsidP="002C4B21">
            <w:r w:rsidRPr="00937206">
              <w:rPr>
                <w:rFonts w:eastAsia="Calibri"/>
                <w:lang w:eastAsia="en-US"/>
              </w:rPr>
              <w:t>Призер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</w:pPr>
            <w:r w:rsidRPr="00937206">
              <w:t>Юсупова Алина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</w:pPr>
            <w:r w:rsidRPr="00937206">
              <w:t xml:space="preserve">СОШ №  9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Фетисова Наталья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Долгушин Александр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№ 16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Давыдюк Е.В.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Симитуркина Диана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№ 16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Борисова Е.В.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Лаврушкина Алина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№ 16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Кикоть Т.П.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Святогор Александр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№ 19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Покусинова Наталья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jc w:val="both"/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</w:rPr>
              <w:t>Победитель</w:t>
            </w:r>
          </w:p>
        </w:tc>
      </w:tr>
      <w:tr w:rsidR="00C972D9" w:rsidRPr="00937206" w:rsidTr="00C972D9">
        <w:trPr>
          <w:trHeight w:val="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Ульянов Юрий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СОШ № 25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 xml:space="preserve">Зимонина Марина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rPr>
                <w:rFonts w:eastAsia="Calibri"/>
                <w:lang w:eastAsia="en-US"/>
              </w:rPr>
            </w:pPr>
            <w:r w:rsidRPr="00937206">
              <w:t>Призёр</w:t>
            </w:r>
          </w:p>
        </w:tc>
      </w:tr>
    </w:tbl>
    <w:p w:rsidR="00F45356" w:rsidRPr="00937206" w:rsidRDefault="00F45356" w:rsidP="00DB35B0">
      <w:pPr>
        <w:spacing w:line="276" w:lineRule="auto"/>
        <w:jc w:val="both"/>
        <w:rPr>
          <w:rFonts w:eastAsia="Calibri"/>
          <w:lang w:eastAsia="en-US"/>
        </w:rPr>
      </w:pPr>
    </w:p>
    <w:p w:rsidR="00C972D9" w:rsidRPr="00937206" w:rsidRDefault="00C972D9" w:rsidP="00DB35B0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W w:w="1077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2577"/>
        <w:gridCol w:w="3068"/>
        <w:gridCol w:w="2223"/>
        <w:gridCol w:w="2223"/>
      </w:tblGrid>
      <w:tr w:rsidR="00C972D9" w:rsidRPr="00937206" w:rsidTr="00DC7F14">
        <w:trPr>
          <w:trHeight w:val="10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D9" w:rsidRPr="00937206" w:rsidRDefault="00C972D9" w:rsidP="002C4B21">
            <w:pPr>
              <w:jc w:val="both"/>
            </w:pPr>
            <w:r w:rsidRPr="00937206">
              <w:t>№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D9" w:rsidRPr="00937206" w:rsidRDefault="00C972D9" w:rsidP="002C4B21">
            <w:r w:rsidRPr="00937206">
              <w:t>Ф.И. участника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Номинация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rPr>
                <w:rFonts w:eastAsia="Calibri"/>
                <w:lang w:eastAsia="en-US"/>
              </w:rPr>
              <w:t>Возрастная категория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Результат</w:t>
            </w:r>
          </w:p>
        </w:tc>
      </w:tr>
      <w:tr w:rsidR="00C972D9" w:rsidRPr="00937206" w:rsidTr="00DC7F14">
        <w:trPr>
          <w:trHeight w:val="12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 xml:space="preserve">Бобрышев Алексей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DC7F14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А мы с мамой кулинары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DC7F14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8-11 лет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DC7F14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Победитель</w:t>
            </w:r>
          </w:p>
        </w:tc>
      </w:tr>
      <w:tr w:rsidR="00C972D9" w:rsidRPr="00937206" w:rsidTr="00DC7F14">
        <w:trPr>
          <w:trHeight w:val="12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C972D9" w:rsidP="002C4B21">
            <w:r w:rsidRPr="00937206">
              <w:t>Евгения Ростовская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DC7F14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Душевное поздравление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DC7F14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5-7 лет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D9" w:rsidRPr="00937206" w:rsidRDefault="00DC7F14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Участник</w:t>
            </w:r>
          </w:p>
        </w:tc>
      </w:tr>
      <w:tr w:rsidR="00DC7F14" w:rsidRPr="00937206" w:rsidTr="00DC7F14">
        <w:trPr>
          <w:trHeight w:val="12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14" w:rsidRPr="00937206" w:rsidRDefault="00DC7F14" w:rsidP="002C4B21">
            <w:pPr>
              <w:pStyle w:val="ad"/>
              <w:numPr>
                <w:ilvl w:val="0"/>
                <w:numId w:val="28"/>
              </w:num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14" w:rsidRPr="00937206" w:rsidRDefault="00DC7F14" w:rsidP="002C4B21">
            <w:r w:rsidRPr="00937206">
              <w:t>Александрова Дарья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14" w:rsidRPr="00937206" w:rsidRDefault="00DC7F14" w:rsidP="009C0BD0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Душевное поздравление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14" w:rsidRPr="00937206" w:rsidRDefault="00DC7F14" w:rsidP="009C0BD0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5-7 лет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F14" w:rsidRPr="00937206" w:rsidRDefault="00DC7F14" w:rsidP="002C4B21">
            <w:pPr>
              <w:rPr>
                <w:rFonts w:eastAsia="Calibri"/>
                <w:lang w:eastAsia="en-US"/>
              </w:rPr>
            </w:pPr>
            <w:r w:rsidRPr="00937206">
              <w:rPr>
                <w:rFonts w:eastAsia="Calibri"/>
                <w:lang w:eastAsia="en-US"/>
              </w:rPr>
              <w:t>Призер</w:t>
            </w:r>
          </w:p>
        </w:tc>
      </w:tr>
    </w:tbl>
    <w:p w:rsidR="00C972D9" w:rsidRPr="00937206" w:rsidRDefault="00C972D9" w:rsidP="00DB35B0">
      <w:pPr>
        <w:spacing w:line="276" w:lineRule="auto"/>
        <w:jc w:val="both"/>
        <w:rPr>
          <w:rFonts w:eastAsia="Calibri"/>
          <w:lang w:eastAsia="en-US"/>
        </w:rPr>
      </w:pPr>
    </w:p>
    <w:p w:rsidR="00C972D9" w:rsidRPr="00937206" w:rsidRDefault="00C972D9" w:rsidP="00DB35B0">
      <w:pPr>
        <w:spacing w:line="276" w:lineRule="auto"/>
        <w:jc w:val="both"/>
        <w:rPr>
          <w:rFonts w:eastAsia="Calibri"/>
          <w:lang w:eastAsia="en-US"/>
        </w:rPr>
      </w:pPr>
    </w:p>
    <w:p w:rsidR="00DB35B0" w:rsidRPr="00937206" w:rsidRDefault="004C1DC5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  <w:r w:rsidRPr="00937206">
        <w:t>И.О. н</w:t>
      </w:r>
      <w:r w:rsidR="00DB35B0" w:rsidRPr="00937206">
        <w:t>ачальник</w:t>
      </w:r>
      <w:r w:rsidRPr="00937206">
        <w:t>а</w:t>
      </w:r>
      <w:r w:rsidR="00DB35B0" w:rsidRPr="00937206">
        <w:t xml:space="preserve"> управления образования </w:t>
      </w:r>
    </w:p>
    <w:p w:rsidR="00DB35B0" w:rsidRPr="00295620" w:rsidRDefault="00DB35B0" w:rsidP="00DB35B0">
      <w:pPr>
        <w:pStyle w:val="af2"/>
        <w:tabs>
          <w:tab w:val="left" w:pos="1038"/>
          <w:tab w:val="left" w:pos="3759"/>
        </w:tabs>
        <w:spacing w:after="0"/>
        <w:ind w:right="20"/>
        <w:jc w:val="both"/>
      </w:pPr>
      <w:r w:rsidRPr="00295620">
        <w:t>администрации муниципального образования</w:t>
      </w:r>
      <w:r w:rsidR="004E5F60" w:rsidRPr="00295620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25133" w:rsidRPr="00E82CE4" w:rsidRDefault="00DB35B0" w:rsidP="00E82CE4">
      <w:pPr>
        <w:jc w:val="both"/>
        <w:rPr>
          <w:sz w:val="28"/>
          <w:szCs w:val="28"/>
        </w:rPr>
      </w:pPr>
      <w:r w:rsidRPr="00295620">
        <w:t xml:space="preserve">Гулькевичский район                                                </w:t>
      </w:r>
      <w:r w:rsidR="004C1DC5">
        <w:t xml:space="preserve">                  Е.Ю. Келейникова</w:t>
      </w:r>
    </w:p>
    <w:sectPr w:rsidR="00A25133" w:rsidRPr="00E82CE4" w:rsidSect="002B0F30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393" w:rsidRDefault="00691393">
      <w:r>
        <w:separator/>
      </w:r>
    </w:p>
  </w:endnote>
  <w:endnote w:type="continuationSeparator" w:id="1">
    <w:p w:rsidR="00691393" w:rsidRDefault="00691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393" w:rsidRDefault="00691393">
      <w:r>
        <w:separator/>
      </w:r>
    </w:p>
  </w:footnote>
  <w:footnote w:type="continuationSeparator" w:id="1">
    <w:p w:rsidR="00691393" w:rsidRDefault="006913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155" w:rsidRDefault="00D84034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41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4155" w:rsidRDefault="00E041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48F"/>
    <w:multiLevelType w:val="hybridMultilevel"/>
    <w:tmpl w:val="549078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1545E"/>
    <w:multiLevelType w:val="hybridMultilevel"/>
    <w:tmpl w:val="B0BEF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15FB6"/>
    <w:multiLevelType w:val="hybridMultilevel"/>
    <w:tmpl w:val="06CABB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D16835"/>
    <w:multiLevelType w:val="hybridMultilevel"/>
    <w:tmpl w:val="EA767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743B0"/>
    <w:multiLevelType w:val="hybridMultilevel"/>
    <w:tmpl w:val="96721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55472E"/>
    <w:multiLevelType w:val="hybridMultilevel"/>
    <w:tmpl w:val="C23862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27296"/>
    <w:multiLevelType w:val="hybridMultilevel"/>
    <w:tmpl w:val="1002A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E43EEB"/>
    <w:multiLevelType w:val="hybridMultilevel"/>
    <w:tmpl w:val="FC280E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4F0150"/>
    <w:multiLevelType w:val="hybridMultilevel"/>
    <w:tmpl w:val="26A6F8F6"/>
    <w:lvl w:ilvl="0" w:tplc="63FE6A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0982532"/>
    <w:multiLevelType w:val="hybridMultilevel"/>
    <w:tmpl w:val="6602D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2281C"/>
    <w:multiLevelType w:val="hybridMultilevel"/>
    <w:tmpl w:val="F1607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F0260"/>
    <w:multiLevelType w:val="hybridMultilevel"/>
    <w:tmpl w:val="85CC7C6C"/>
    <w:lvl w:ilvl="0" w:tplc="6A48A29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>
    <w:nsid w:val="2ED26625"/>
    <w:multiLevelType w:val="hybridMultilevel"/>
    <w:tmpl w:val="E794C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DB14AE"/>
    <w:multiLevelType w:val="hybridMultilevel"/>
    <w:tmpl w:val="F2B6EE60"/>
    <w:lvl w:ilvl="0" w:tplc="0714D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349034B3"/>
    <w:multiLevelType w:val="hybridMultilevel"/>
    <w:tmpl w:val="45F07964"/>
    <w:lvl w:ilvl="0" w:tplc="FA10FF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C776D"/>
    <w:multiLevelType w:val="hybridMultilevel"/>
    <w:tmpl w:val="94CA8188"/>
    <w:lvl w:ilvl="0" w:tplc="D62AAC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B9213AC"/>
    <w:multiLevelType w:val="hybridMultilevel"/>
    <w:tmpl w:val="D0AE3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34691"/>
    <w:multiLevelType w:val="multilevel"/>
    <w:tmpl w:val="CD8290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8">
    <w:nsid w:val="3EE505B8"/>
    <w:multiLevelType w:val="hybridMultilevel"/>
    <w:tmpl w:val="E794C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F777656"/>
    <w:multiLevelType w:val="hybridMultilevel"/>
    <w:tmpl w:val="431A8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7E1799"/>
    <w:multiLevelType w:val="hybridMultilevel"/>
    <w:tmpl w:val="10F04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17589"/>
    <w:multiLevelType w:val="hybridMultilevel"/>
    <w:tmpl w:val="332EC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15E9F"/>
    <w:multiLevelType w:val="hybridMultilevel"/>
    <w:tmpl w:val="6CF8D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129BC"/>
    <w:multiLevelType w:val="hybridMultilevel"/>
    <w:tmpl w:val="9D182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509D4"/>
    <w:multiLevelType w:val="hybridMultilevel"/>
    <w:tmpl w:val="749E6EA8"/>
    <w:lvl w:ilvl="0" w:tplc="27B6EF1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56012A17"/>
    <w:multiLevelType w:val="hybridMultilevel"/>
    <w:tmpl w:val="D83E7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66FC3"/>
    <w:multiLevelType w:val="hybridMultilevel"/>
    <w:tmpl w:val="00AAF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7436F2"/>
    <w:multiLevelType w:val="hybridMultilevel"/>
    <w:tmpl w:val="50146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DB1437"/>
    <w:multiLevelType w:val="hybridMultilevel"/>
    <w:tmpl w:val="5F70B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A03F7"/>
    <w:multiLevelType w:val="hybridMultilevel"/>
    <w:tmpl w:val="45F07964"/>
    <w:lvl w:ilvl="0" w:tplc="FA10FF8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6F03F4"/>
    <w:multiLevelType w:val="hybridMultilevel"/>
    <w:tmpl w:val="B504D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F570C4"/>
    <w:multiLevelType w:val="hybridMultilevel"/>
    <w:tmpl w:val="FA64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227CC7"/>
    <w:multiLevelType w:val="hybridMultilevel"/>
    <w:tmpl w:val="6344B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C67DC"/>
    <w:multiLevelType w:val="hybridMultilevel"/>
    <w:tmpl w:val="4F40D1B4"/>
    <w:lvl w:ilvl="0" w:tplc="09183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1"/>
  </w:num>
  <w:num w:numId="4">
    <w:abstractNumId w:val="8"/>
  </w:num>
  <w:num w:numId="5">
    <w:abstractNumId w:val="29"/>
  </w:num>
  <w:num w:numId="6">
    <w:abstractNumId w:val="14"/>
  </w:num>
  <w:num w:numId="7">
    <w:abstractNumId w:val="24"/>
  </w:num>
  <w:num w:numId="8">
    <w:abstractNumId w:val="10"/>
  </w:num>
  <w:num w:numId="9">
    <w:abstractNumId w:val="19"/>
  </w:num>
  <w:num w:numId="10">
    <w:abstractNumId w:val="9"/>
  </w:num>
  <w:num w:numId="11">
    <w:abstractNumId w:val="16"/>
  </w:num>
  <w:num w:numId="12">
    <w:abstractNumId w:val="22"/>
  </w:num>
  <w:num w:numId="13">
    <w:abstractNumId w:val="28"/>
  </w:num>
  <w:num w:numId="14">
    <w:abstractNumId w:val="1"/>
  </w:num>
  <w:num w:numId="15">
    <w:abstractNumId w:val="32"/>
  </w:num>
  <w:num w:numId="16">
    <w:abstractNumId w:val="3"/>
  </w:num>
  <w:num w:numId="17">
    <w:abstractNumId w:val="20"/>
  </w:num>
  <w:num w:numId="18">
    <w:abstractNumId w:val="25"/>
  </w:num>
  <w:num w:numId="19">
    <w:abstractNumId w:val="23"/>
  </w:num>
  <w:num w:numId="20">
    <w:abstractNumId w:val="4"/>
  </w:num>
  <w:num w:numId="21">
    <w:abstractNumId w:val="31"/>
  </w:num>
  <w:num w:numId="22">
    <w:abstractNumId w:val="30"/>
  </w:num>
  <w:num w:numId="23">
    <w:abstractNumId w:val="2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5"/>
  </w:num>
  <w:num w:numId="27">
    <w:abstractNumId w:val="33"/>
  </w:num>
  <w:num w:numId="28">
    <w:abstractNumId w:val="2"/>
  </w:num>
  <w:num w:numId="29">
    <w:abstractNumId w:val="12"/>
  </w:num>
  <w:num w:numId="30">
    <w:abstractNumId w:val="7"/>
  </w:num>
  <w:num w:numId="31">
    <w:abstractNumId w:val="6"/>
  </w:num>
  <w:num w:numId="32">
    <w:abstractNumId w:val="26"/>
  </w:num>
  <w:num w:numId="33">
    <w:abstractNumId w:val="18"/>
  </w:num>
  <w:num w:numId="34">
    <w:abstractNumId w:val="27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35E12"/>
    <w:rsid w:val="00000A9E"/>
    <w:rsid w:val="00005A83"/>
    <w:rsid w:val="00010A8E"/>
    <w:rsid w:val="00012E03"/>
    <w:rsid w:val="00017F84"/>
    <w:rsid w:val="00020114"/>
    <w:rsid w:val="00040295"/>
    <w:rsid w:val="000451F0"/>
    <w:rsid w:val="00061212"/>
    <w:rsid w:val="00063AC3"/>
    <w:rsid w:val="00067706"/>
    <w:rsid w:val="00071C00"/>
    <w:rsid w:val="000745C6"/>
    <w:rsid w:val="00074C12"/>
    <w:rsid w:val="00075115"/>
    <w:rsid w:val="0007710E"/>
    <w:rsid w:val="00095BA1"/>
    <w:rsid w:val="000A3D90"/>
    <w:rsid w:val="000D5511"/>
    <w:rsid w:val="000E1B4F"/>
    <w:rsid w:val="000F7ADC"/>
    <w:rsid w:val="0010185B"/>
    <w:rsid w:val="00105535"/>
    <w:rsid w:val="001056B0"/>
    <w:rsid w:val="00106540"/>
    <w:rsid w:val="00115ABA"/>
    <w:rsid w:val="001203FC"/>
    <w:rsid w:val="00127840"/>
    <w:rsid w:val="00134F81"/>
    <w:rsid w:val="00134FD6"/>
    <w:rsid w:val="001407DC"/>
    <w:rsid w:val="00145B00"/>
    <w:rsid w:val="00151E0D"/>
    <w:rsid w:val="001608FC"/>
    <w:rsid w:val="00174A18"/>
    <w:rsid w:val="0017794D"/>
    <w:rsid w:val="001858F3"/>
    <w:rsid w:val="00186D62"/>
    <w:rsid w:val="00186E22"/>
    <w:rsid w:val="0019205B"/>
    <w:rsid w:val="001941EE"/>
    <w:rsid w:val="00197C41"/>
    <w:rsid w:val="001A2091"/>
    <w:rsid w:val="001A5464"/>
    <w:rsid w:val="001B2620"/>
    <w:rsid w:val="001B2EB8"/>
    <w:rsid w:val="001D19CC"/>
    <w:rsid w:val="001D2A8C"/>
    <w:rsid w:val="001D684B"/>
    <w:rsid w:val="001E0E1E"/>
    <w:rsid w:val="001E2125"/>
    <w:rsid w:val="001E493F"/>
    <w:rsid w:val="001E5860"/>
    <w:rsid w:val="00203914"/>
    <w:rsid w:val="0021508E"/>
    <w:rsid w:val="00222CA4"/>
    <w:rsid w:val="0022405E"/>
    <w:rsid w:val="00224391"/>
    <w:rsid w:val="0022554A"/>
    <w:rsid w:val="00230186"/>
    <w:rsid w:val="00230E3F"/>
    <w:rsid w:val="002334C5"/>
    <w:rsid w:val="00236961"/>
    <w:rsid w:val="00236A04"/>
    <w:rsid w:val="00240418"/>
    <w:rsid w:val="002426CE"/>
    <w:rsid w:val="002428A1"/>
    <w:rsid w:val="00245D79"/>
    <w:rsid w:val="002478CA"/>
    <w:rsid w:val="002570A2"/>
    <w:rsid w:val="00262839"/>
    <w:rsid w:val="00263561"/>
    <w:rsid w:val="002712AF"/>
    <w:rsid w:val="00277A24"/>
    <w:rsid w:val="002812C6"/>
    <w:rsid w:val="00283350"/>
    <w:rsid w:val="00295620"/>
    <w:rsid w:val="00296D5A"/>
    <w:rsid w:val="002B0F30"/>
    <w:rsid w:val="002B2803"/>
    <w:rsid w:val="002B52CE"/>
    <w:rsid w:val="002C22E2"/>
    <w:rsid w:val="002C58DD"/>
    <w:rsid w:val="002C745C"/>
    <w:rsid w:val="002D418A"/>
    <w:rsid w:val="002D5D97"/>
    <w:rsid w:val="002D7887"/>
    <w:rsid w:val="002F0093"/>
    <w:rsid w:val="002F2025"/>
    <w:rsid w:val="002F3550"/>
    <w:rsid w:val="00303365"/>
    <w:rsid w:val="003047FF"/>
    <w:rsid w:val="003071DB"/>
    <w:rsid w:val="0031178F"/>
    <w:rsid w:val="0031216F"/>
    <w:rsid w:val="00315269"/>
    <w:rsid w:val="00317BEF"/>
    <w:rsid w:val="00347A11"/>
    <w:rsid w:val="00356FCB"/>
    <w:rsid w:val="00360D0A"/>
    <w:rsid w:val="00362B07"/>
    <w:rsid w:val="00367745"/>
    <w:rsid w:val="0038020F"/>
    <w:rsid w:val="00381687"/>
    <w:rsid w:val="00383359"/>
    <w:rsid w:val="00383F0B"/>
    <w:rsid w:val="00397AD6"/>
    <w:rsid w:val="00397F9D"/>
    <w:rsid w:val="003A18ED"/>
    <w:rsid w:val="003A21C3"/>
    <w:rsid w:val="003A44F0"/>
    <w:rsid w:val="003A6A08"/>
    <w:rsid w:val="003A75AC"/>
    <w:rsid w:val="003B3DE0"/>
    <w:rsid w:val="003C2E87"/>
    <w:rsid w:val="003D048E"/>
    <w:rsid w:val="003D1A2E"/>
    <w:rsid w:val="003D2C66"/>
    <w:rsid w:val="003D493C"/>
    <w:rsid w:val="003E0D82"/>
    <w:rsid w:val="003E568E"/>
    <w:rsid w:val="003F22BD"/>
    <w:rsid w:val="00402034"/>
    <w:rsid w:val="00402422"/>
    <w:rsid w:val="00407A8D"/>
    <w:rsid w:val="00407CE4"/>
    <w:rsid w:val="0041302C"/>
    <w:rsid w:val="00422F46"/>
    <w:rsid w:val="00425537"/>
    <w:rsid w:val="004263D8"/>
    <w:rsid w:val="00431939"/>
    <w:rsid w:val="00432C64"/>
    <w:rsid w:val="004358AF"/>
    <w:rsid w:val="004406AE"/>
    <w:rsid w:val="00443279"/>
    <w:rsid w:val="00444170"/>
    <w:rsid w:val="004528EC"/>
    <w:rsid w:val="00456069"/>
    <w:rsid w:val="004574A9"/>
    <w:rsid w:val="004651FC"/>
    <w:rsid w:val="0046542D"/>
    <w:rsid w:val="00465CB3"/>
    <w:rsid w:val="00466B51"/>
    <w:rsid w:val="00473FE5"/>
    <w:rsid w:val="00475471"/>
    <w:rsid w:val="00477F7D"/>
    <w:rsid w:val="00483500"/>
    <w:rsid w:val="0048432D"/>
    <w:rsid w:val="0049164D"/>
    <w:rsid w:val="004941B1"/>
    <w:rsid w:val="004B13E8"/>
    <w:rsid w:val="004B3FCE"/>
    <w:rsid w:val="004B7D2E"/>
    <w:rsid w:val="004C1DC5"/>
    <w:rsid w:val="004C2D0E"/>
    <w:rsid w:val="004C3342"/>
    <w:rsid w:val="004C7100"/>
    <w:rsid w:val="004C73C5"/>
    <w:rsid w:val="004D420F"/>
    <w:rsid w:val="004D4A00"/>
    <w:rsid w:val="004E0F97"/>
    <w:rsid w:val="004E24A5"/>
    <w:rsid w:val="004E5F60"/>
    <w:rsid w:val="004E6D17"/>
    <w:rsid w:val="004F3756"/>
    <w:rsid w:val="004F46AE"/>
    <w:rsid w:val="00505118"/>
    <w:rsid w:val="005053A4"/>
    <w:rsid w:val="00506720"/>
    <w:rsid w:val="0051026B"/>
    <w:rsid w:val="00511D1F"/>
    <w:rsid w:val="005127C3"/>
    <w:rsid w:val="00513A9E"/>
    <w:rsid w:val="00516C5B"/>
    <w:rsid w:val="00517AAE"/>
    <w:rsid w:val="00520C11"/>
    <w:rsid w:val="0052577F"/>
    <w:rsid w:val="00526243"/>
    <w:rsid w:val="00526F87"/>
    <w:rsid w:val="00527F7C"/>
    <w:rsid w:val="00534731"/>
    <w:rsid w:val="00535E12"/>
    <w:rsid w:val="0053798C"/>
    <w:rsid w:val="005451C3"/>
    <w:rsid w:val="005512DA"/>
    <w:rsid w:val="00552C6C"/>
    <w:rsid w:val="00555FEA"/>
    <w:rsid w:val="00560737"/>
    <w:rsid w:val="005609DE"/>
    <w:rsid w:val="00563993"/>
    <w:rsid w:val="005650FE"/>
    <w:rsid w:val="00565A04"/>
    <w:rsid w:val="00570B2C"/>
    <w:rsid w:val="00574741"/>
    <w:rsid w:val="0057594D"/>
    <w:rsid w:val="00577EB6"/>
    <w:rsid w:val="00580F4B"/>
    <w:rsid w:val="00592FCE"/>
    <w:rsid w:val="005A2466"/>
    <w:rsid w:val="005A265D"/>
    <w:rsid w:val="005A516B"/>
    <w:rsid w:val="005B4ACA"/>
    <w:rsid w:val="005B7D97"/>
    <w:rsid w:val="005C2983"/>
    <w:rsid w:val="005C6177"/>
    <w:rsid w:val="005D25B8"/>
    <w:rsid w:val="005D26F4"/>
    <w:rsid w:val="005D55B9"/>
    <w:rsid w:val="005E2F16"/>
    <w:rsid w:val="005E731A"/>
    <w:rsid w:val="005E78D3"/>
    <w:rsid w:val="005F6C70"/>
    <w:rsid w:val="005F7156"/>
    <w:rsid w:val="00612E2F"/>
    <w:rsid w:val="00614817"/>
    <w:rsid w:val="006172B0"/>
    <w:rsid w:val="00630B49"/>
    <w:rsid w:val="0063193B"/>
    <w:rsid w:val="006341AE"/>
    <w:rsid w:val="006358AB"/>
    <w:rsid w:val="00643571"/>
    <w:rsid w:val="00653AF5"/>
    <w:rsid w:val="00664A50"/>
    <w:rsid w:val="0066620D"/>
    <w:rsid w:val="00666CAE"/>
    <w:rsid w:val="00666E30"/>
    <w:rsid w:val="00674023"/>
    <w:rsid w:val="006847F4"/>
    <w:rsid w:val="00691393"/>
    <w:rsid w:val="006925E9"/>
    <w:rsid w:val="0069560C"/>
    <w:rsid w:val="006A3155"/>
    <w:rsid w:val="006C1715"/>
    <w:rsid w:val="006C5413"/>
    <w:rsid w:val="006D04FC"/>
    <w:rsid w:val="006D0B77"/>
    <w:rsid w:val="006E406E"/>
    <w:rsid w:val="006E799C"/>
    <w:rsid w:val="006E7B2A"/>
    <w:rsid w:val="006F1E8A"/>
    <w:rsid w:val="007001A8"/>
    <w:rsid w:val="00703DF3"/>
    <w:rsid w:val="00704A0F"/>
    <w:rsid w:val="00706FD6"/>
    <w:rsid w:val="0071022A"/>
    <w:rsid w:val="00712B68"/>
    <w:rsid w:val="00714189"/>
    <w:rsid w:val="00717344"/>
    <w:rsid w:val="00723004"/>
    <w:rsid w:val="0072334C"/>
    <w:rsid w:val="00723A81"/>
    <w:rsid w:val="00731B39"/>
    <w:rsid w:val="00732D4D"/>
    <w:rsid w:val="00735446"/>
    <w:rsid w:val="00743347"/>
    <w:rsid w:val="00744560"/>
    <w:rsid w:val="0074574F"/>
    <w:rsid w:val="00750169"/>
    <w:rsid w:val="00753EC5"/>
    <w:rsid w:val="007652C3"/>
    <w:rsid w:val="0077137D"/>
    <w:rsid w:val="007911A3"/>
    <w:rsid w:val="00792E4B"/>
    <w:rsid w:val="00793DA1"/>
    <w:rsid w:val="0079480D"/>
    <w:rsid w:val="00796139"/>
    <w:rsid w:val="0079780E"/>
    <w:rsid w:val="007A2445"/>
    <w:rsid w:val="007A3FD2"/>
    <w:rsid w:val="007A5461"/>
    <w:rsid w:val="007B1A4F"/>
    <w:rsid w:val="007B5620"/>
    <w:rsid w:val="007B7947"/>
    <w:rsid w:val="007C06FD"/>
    <w:rsid w:val="007C4283"/>
    <w:rsid w:val="007D332A"/>
    <w:rsid w:val="007D3A15"/>
    <w:rsid w:val="007D4315"/>
    <w:rsid w:val="007D4F79"/>
    <w:rsid w:val="007D63DB"/>
    <w:rsid w:val="007E1FE2"/>
    <w:rsid w:val="007E6B4A"/>
    <w:rsid w:val="007F02B8"/>
    <w:rsid w:val="007F15AC"/>
    <w:rsid w:val="007F5261"/>
    <w:rsid w:val="007F7BCA"/>
    <w:rsid w:val="0080009E"/>
    <w:rsid w:val="00801A7D"/>
    <w:rsid w:val="00802634"/>
    <w:rsid w:val="00810254"/>
    <w:rsid w:val="00811CF5"/>
    <w:rsid w:val="00811EC6"/>
    <w:rsid w:val="00813BD2"/>
    <w:rsid w:val="008217A3"/>
    <w:rsid w:val="00846070"/>
    <w:rsid w:val="00850CEA"/>
    <w:rsid w:val="00860DAD"/>
    <w:rsid w:val="00863A23"/>
    <w:rsid w:val="0086462B"/>
    <w:rsid w:val="008724FC"/>
    <w:rsid w:val="008745ED"/>
    <w:rsid w:val="00874C1F"/>
    <w:rsid w:val="00875667"/>
    <w:rsid w:val="00877BBC"/>
    <w:rsid w:val="00882554"/>
    <w:rsid w:val="008834B5"/>
    <w:rsid w:val="008838C9"/>
    <w:rsid w:val="008911F7"/>
    <w:rsid w:val="00892641"/>
    <w:rsid w:val="008A7738"/>
    <w:rsid w:val="008B1C3A"/>
    <w:rsid w:val="008B5B2F"/>
    <w:rsid w:val="008B6B1C"/>
    <w:rsid w:val="008B7CBB"/>
    <w:rsid w:val="008C0D8C"/>
    <w:rsid w:val="008D106B"/>
    <w:rsid w:val="008D1FA2"/>
    <w:rsid w:val="008D571B"/>
    <w:rsid w:val="008E28F0"/>
    <w:rsid w:val="008F5DA3"/>
    <w:rsid w:val="008F7613"/>
    <w:rsid w:val="008F7C87"/>
    <w:rsid w:val="0091151B"/>
    <w:rsid w:val="00915EED"/>
    <w:rsid w:val="00920FA3"/>
    <w:rsid w:val="00922DED"/>
    <w:rsid w:val="00923BD6"/>
    <w:rsid w:val="00931CF8"/>
    <w:rsid w:val="0093545B"/>
    <w:rsid w:val="00937206"/>
    <w:rsid w:val="00940317"/>
    <w:rsid w:val="0094494C"/>
    <w:rsid w:val="009527F2"/>
    <w:rsid w:val="00991DE2"/>
    <w:rsid w:val="00996356"/>
    <w:rsid w:val="00997C46"/>
    <w:rsid w:val="009A30F1"/>
    <w:rsid w:val="009A3A2D"/>
    <w:rsid w:val="009A78D9"/>
    <w:rsid w:val="009A7EB3"/>
    <w:rsid w:val="009B47E1"/>
    <w:rsid w:val="009C1B53"/>
    <w:rsid w:val="009C3CA2"/>
    <w:rsid w:val="009C52B9"/>
    <w:rsid w:val="009C533B"/>
    <w:rsid w:val="009D1D66"/>
    <w:rsid w:val="009D22BD"/>
    <w:rsid w:val="009D2809"/>
    <w:rsid w:val="009E030F"/>
    <w:rsid w:val="009E563D"/>
    <w:rsid w:val="009F1DF3"/>
    <w:rsid w:val="009F43CF"/>
    <w:rsid w:val="009F5371"/>
    <w:rsid w:val="00A00B93"/>
    <w:rsid w:val="00A030B6"/>
    <w:rsid w:val="00A06BDE"/>
    <w:rsid w:val="00A10DAC"/>
    <w:rsid w:val="00A16249"/>
    <w:rsid w:val="00A2295A"/>
    <w:rsid w:val="00A22B88"/>
    <w:rsid w:val="00A25133"/>
    <w:rsid w:val="00A27EC9"/>
    <w:rsid w:val="00A30F06"/>
    <w:rsid w:val="00A31E46"/>
    <w:rsid w:val="00A377D4"/>
    <w:rsid w:val="00A41781"/>
    <w:rsid w:val="00A434E9"/>
    <w:rsid w:val="00A43B56"/>
    <w:rsid w:val="00A4411F"/>
    <w:rsid w:val="00A6046B"/>
    <w:rsid w:val="00A61520"/>
    <w:rsid w:val="00A654B2"/>
    <w:rsid w:val="00A72C5C"/>
    <w:rsid w:val="00A82714"/>
    <w:rsid w:val="00A879D2"/>
    <w:rsid w:val="00A95101"/>
    <w:rsid w:val="00AA0C06"/>
    <w:rsid w:val="00AB2922"/>
    <w:rsid w:val="00AC05D9"/>
    <w:rsid w:val="00AC1012"/>
    <w:rsid w:val="00AD3353"/>
    <w:rsid w:val="00AD6925"/>
    <w:rsid w:val="00AE79D8"/>
    <w:rsid w:val="00AE7B46"/>
    <w:rsid w:val="00AF2394"/>
    <w:rsid w:val="00B056E3"/>
    <w:rsid w:val="00B1717A"/>
    <w:rsid w:val="00B23F16"/>
    <w:rsid w:val="00B34A9D"/>
    <w:rsid w:val="00B34BCB"/>
    <w:rsid w:val="00B373E6"/>
    <w:rsid w:val="00B42FA9"/>
    <w:rsid w:val="00B44571"/>
    <w:rsid w:val="00B46173"/>
    <w:rsid w:val="00B464D9"/>
    <w:rsid w:val="00B52F28"/>
    <w:rsid w:val="00B53BD8"/>
    <w:rsid w:val="00B61F6D"/>
    <w:rsid w:val="00B665CE"/>
    <w:rsid w:val="00B66B76"/>
    <w:rsid w:val="00B6749E"/>
    <w:rsid w:val="00B834B0"/>
    <w:rsid w:val="00B95504"/>
    <w:rsid w:val="00BA0E5A"/>
    <w:rsid w:val="00BB1920"/>
    <w:rsid w:val="00BC05AB"/>
    <w:rsid w:val="00BC32A6"/>
    <w:rsid w:val="00BC43B0"/>
    <w:rsid w:val="00BC5A75"/>
    <w:rsid w:val="00BD7A1D"/>
    <w:rsid w:val="00BE0B4A"/>
    <w:rsid w:val="00BE4095"/>
    <w:rsid w:val="00BE59BD"/>
    <w:rsid w:val="00BF3B8D"/>
    <w:rsid w:val="00BF40F3"/>
    <w:rsid w:val="00BF70AA"/>
    <w:rsid w:val="00C047CF"/>
    <w:rsid w:val="00C04D90"/>
    <w:rsid w:val="00C05BC6"/>
    <w:rsid w:val="00C07A31"/>
    <w:rsid w:val="00C11D14"/>
    <w:rsid w:val="00C1226B"/>
    <w:rsid w:val="00C13188"/>
    <w:rsid w:val="00C343CC"/>
    <w:rsid w:val="00C350CD"/>
    <w:rsid w:val="00C41F5F"/>
    <w:rsid w:val="00C42C57"/>
    <w:rsid w:val="00C557F5"/>
    <w:rsid w:val="00C564D7"/>
    <w:rsid w:val="00C60F92"/>
    <w:rsid w:val="00C70319"/>
    <w:rsid w:val="00C82342"/>
    <w:rsid w:val="00C84E7E"/>
    <w:rsid w:val="00C85DB9"/>
    <w:rsid w:val="00C92A9A"/>
    <w:rsid w:val="00C972D9"/>
    <w:rsid w:val="00CA40E0"/>
    <w:rsid w:val="00CA5567"/>
    <w:rsid w:val="00CB203D"/>
    <w:rsid w:val="00CB4BCC"/>
    <w:rsid w:val="00CB70F1"/>
    <w:rsid w:val="00CC1974"/>
    <w:rsid w:val="00CC1D0B"/>
    <w:rsid w:val="00CC22BA"/>
    <w:rsid w:val="00CC34FD"/>
    <w:rsid w:val="00CC6B44"/>
    <w:rsid w:val="00CD17DA"/>
    <w:rsid w:val="00CD204A"/>
    <w:rsid w:val="00CD6320"/>
    <w:rsid w:val="00CD6ED7"/>
    <w:rsid w:val="00CD7ADF"/>
    <w:rsid w:val="00CE4518"/>
    <w:rsid w:val="00CE57F9"/>
    <w:rsid w:val="00CE5CB8"/>
    <w:rsid w:val="00CF13D0"/>
    <w:rsid w:val="00CF24CA"/>
    <w:rsid w:val="00D1033E"/>
    <w:rsid w:val="00D12086"/>
    <w:rsid w:val="00D30E3F"/>
    <w:rsid w:val="00D3229D"/>
    <w:rsid w:val="00D363F7"/>
    <w:rsid w:val="00D4158D"/>
    <w:rsid w:val="00D47D1A"/>
    <w:rsid w:val="00D551A6"/>
    <w:rsid w:val="00D56A44"/>
    <w:rsid w:val="00D6036C"/>
    <w:rsid w:val="00D67977"/>
    <w:rsid w:val="00D7085C"/>
    <w:rsid w:val="00D7230E"/>
    <w:rsid w:val="00D84034"/>
    <w:rsid w:val="00D856C1"/>
    <w:rsid w:val="00D93A0C"/>
    <w:rsid w:val="00D970E0"/>
    <w:rsid w:val="00D977C2"/>
    <w:rsid w:val="00DA1636"/>
    <w:rsid w:val="00DB1806"/>
    <w:rsid w:val="00DB18C2"/>
    <w:rsid w:val="00DB25B2"/>
    <w:rsid w:val="00DB28DC"/>
    <w:rsid w:val="00DB35B0"/>
    <w:rsid w:val="00DB7DAD"/>
    <w:rsid w:val="00DC7007"/>
    <w:rsid w:val="00DC7F14"/>
    <w:rsid w:val="00DD0484"/>
    <w:rsid w:val="00DE11FA"/>
    <w:rsid w:val="00DE210B"/>
    <w:rsid w:val="00DE28BF"/>
    <w:rsid w:val="00DF01A8"/>
    <w:rsid w:val="00E017AD"/>
    <w:rsid w:val="00E04155"/>
    <w:rsid w:val="00E06F61"/>
    <w:rsid w:val="00E1495E"/>
    <w:rsid w:val="00E15A90"/>
    <w:rsid w:val="00E173A3"/>
    <w:rsid w:val="00E24267"/>
    <w:rsid w:val="00E257FA"/>
    <w:rsid w:val="00E31630"/>
    <w:rsid w:val="00E33CD2"/>
    <w:rsid w:val="00E36C00"/>
    <w:rsid w:val="00E42176"/>
    <w:rsid w:val="00E536E4"/>
    <w:rsid w:val="00E57AF4"/>
    <w:rsid w:val="00E6033B"/>
    <w:rsid w:val="00E653B9"/>
    <w:rsid w:val="00E666E6"/>
    <w:rsid w:val="00E67F70"/>
    <w:rsid w:val="00E74BCA"/>
    <w:rsid w:val="00E82CE4"/>
    <w:rsid w:val="00E92075"/>
    <w:rsid w:val="00E95314"/>
    <w:rsid w:val="00EA3A4B"/>
    <w:rsid w:val="00EB419A"/>
    <w:rsid w:val="00EC01A6"/>
    <w:rsid w:val="00EC18C8"/>
    <w:rsid w:val="00EC5BAC"/>
    <w:rsid w:val="00EC7E73"/>
    <w:rsid w:val="00ED26DA"/>
    <w:rsid w:val="00ED7DA8"/>
    <w:rsid w:val="00EE7BFB"/>
    <w:rsid w:val="00EF5B3F"/>
    <w:rsid w:val="00F00746"/>
    <w:rsid w:val="00F01E72"/>
    <w:rsid w:val="00F025D4"/>
    <w:rsid w:val="00F0332F"/>
    <w:rsid w:val="00F06821"/>
    <w:rsid w:val="00F07160"/>
    <w:rsid w:val="00F125E1"/>
    <w:rsid w:val="00F44B67"/>
    <w:rsid w:val="00F45356"/>
    <w:rsid w:val="00F45FE5"/>
    <w:rsid w:val="00F46510"/>
    <w:rsid w:val="00F526FE"/>
    <w:rsid w:val="00F62EB2"/>
    <w:rsid w:val="00F6389C"/>
    <w:rsid w:val="00F6758E"/>
    <w:rsid w:val="00F7381E"/>
    <w:rsid w:val="00F76A60"/>
    <w:rsid w:val="00F84A2A"/>
    <w:rsid w:val="00F86E54"/>
    <w:rsid w:val="00F9117E"/>
    <w:rsid w:val="00F926F6"/>
    <w:rsid w:val="00F9285E"/>
    <w:rsid w:val="00FA4B5C"/>
    <w:rsid w:val="00FA51AD"/>
    <w:rsid w:val="00FC0AB4"/>
    <w:rsid w:val="00FC678F"/>
    <w:rsid w:val="00FD72D1"/>
    <w:rsid w:val="00FE58F3"/>
    <w:rsid w:val="00FF0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C3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465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styleId="a6">
    <w:name w:val="List Paragraph"/>
    <w:basedOn w:val="a"/>
    <w:qFormat/>
    <w:rsid w:val="001E493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P8">
    <w:name w:val="P8"/>
    <w:basedOn w:val="a"/>
    <w:rsid w:val="003D048E"/>
    <w:pPr>
      <w:widowControl w:val="0"/>
      <w:suppressAutoHyphens/>
      <w:jc w:val="both"/>
    </w:pPr>
    <w:rPr>
      <w:rFonts w:eastAsia="Arial Unicode MS" w:cs="Tahoma"/>
      <w:sz w:val="28"/>
      <w:szCs w:val="20"/>
      <w:lang w:eastAsia="ar-SA"/>
    </w:rPr>
  </w:style>
  <w:style w:type="table" w:styleId="a7">
    <w:name w:val="Table Grid"/>
    <w:basedOn w:val="a1"/>
    <w:uiPriority w:val="59"/>
    <w:rsid w:val="00B53B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5127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127C3"/>
    <w:rPr>
      <w:sz w:val="24"/>
      <w:szCs w:val="24"/>
    </w:rPr>
  </w:style>
  <w:style w:type="character" w:styleId="aa">
    <w:name w:val="Strong"/>
    <w:basedOn w:val="a0"/>
    <w:uiPriority w:val="22"/>
    <w:qFormat/>
    <w:rsid w:val="00A4411F"/>
    <w:rPr>
      <w:b/>
      <w:bCs/>
    </w:rPr>
  </w:style>
  <w:style w:type="character" w:customStyle="1" w:styleId="apple-converted-space">
    <w:name w:val="apple-converted-space"/>
    <w:basedOn w:val="a0"/>
    <w:rsid w:val="00A4411F"/>
  </w:style>
  <w:style w:type="character" w:customStyle="1" w:styleId="T1">
    <w:name w:val="T1"/>
    <w:rsid w:val="00020114"/>
    <w:rPr>
      <w:sz w:val="28"/>
    </w:rPr>
  </w:style>
  <w:style w:type="paragraph" w:styleId="ab">
    <w:name w:val="Title"/>
    <w:basedOn w:val="a"/>
    <w:link w:val="ac"/>
    <w:qFormat/>
    <w:rsid w:val="00020114"/>
    <w:pPr>
      <w:jc w:val="center"/>
    </w:pPr>
    <w:rPr>
      <w:rFonts w:eastAsia="Calibri"/>
      <w:b/>
      <w:bCs/>
      <w:sz w:val="28"/>
      <w:szCs w:val="20"/>
    </w:rPr>
  </w:style>
  <w:style w:type="character" w:customStyle="1" w:styleId="ac">
    <w:name w:val="Название Знак"/>
    <w:basedOn w:val="a0"/>
    <w:link w:val="ab"/>
    <w:rsid w:val="00020114"/>
    <w:rPr>
      <w:rFonts w:eastAsia="Calibri"/>
      <w:b/>
      <w:bCs/>
      <w:sz w:val="28"/>
    </w:rPr>
  </w:style>
  <w:style w:type="paragraph" w:styleId="ad">
    <w:name w:val="No Spacing"/>
    <w:link w:val="ae"/>
    <w:uiPriority w:val="1"/>
    <w:qFormat/>
    <w:rsid w:val="00020114"/>
    <w:rPr>
      <w:sz w:val="24"/>
      <w:szCs w:val="24"/>
    </w:rPr>
  </w:style>
  <w:style w:type="paragraph" w:customStyle="1" w:styleId="1">
    <w:name w:val="Без интервала1"/>
    <w:uiPriority w:val="99"/>
    <w:rsid w:val="00020114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020114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0">
    <w:name w:val="Подзаголовок Знак"/>
    <w:basedOn w:val="a0"/>
    <w:link w:val="af"/>
    <w:rsid w:val="00020114"/>
    <w:rPr>
      <w:rFonts w:ascii="Cambria" w:hAnsi="Cambria"/>
      <w:sz w:val="24"/>
      <w:szCs w:val="24"/>
      <w:lang w:eastAsia="en-US"/>
    </w:rPr>
  </w:style>
  <w:style w:type="character" w:customStyle="1" w:styleId="af1">
    <w:name w:val="Основной текст_"/>
    <w:basedOn w:val="a0"/>
    <w:link w:val="3"/>
    <w:rsid w:val="00020114"/>
    <w:rPr>
      <w:sz w:val="26"/>
      <w:szCs w:val="26"/>
      <w:shd w:val="clear" w:color="auto" w:fill="FFFFFF"/>
    </w:rPr>
  </w:style>
  <w:style w:type="character" w:customStyle="1" w:styleId="21">
    <w:name w:val="Основной текст2"/>
    <w:basedOn w:val="af1"/>
    <w:rsid w:val="00020114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f1"/>
    <w:rsid w:val="00020114"/>
    <w:pPr>
      <w:widowControl w:val="0"/>
      <w:shd w:val="clear" w:color="auto" w:fill="FFFFFF"/>
      <w:spacing w:line="322" w:lineRule="exact"/>
      <w:ind w:hanging="240"/>
    </w:pPr>
    <w:rPr>
      <w:sz w:val="26"/>
      <w:szCs w:val="26"/>
    </w:rPr>
  </w:style>
  <w:style w:type="paragraph" w:styleId="af2">
    <w:name w:val="Body Text"/>
    <w:basedOn w:val="a"/>
    <w:link w:val="af3"/>
    <w:rsid w:val="00061212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0"/>
    <w:link w:val="af2"/>
    <w:rsid w:val="00061212"/>
    <w:rPr>
      <w:sz w:val="24"/>
      <w:szCs w:val="24"/>
      <w:lang w:eastAsia="ar-SA"/>
    </w:rPr>
  </w:style>
  <w:style w:type="paragraph" w:styleId="af4">
    <w:name w:val="Normal (Web)"/>
    <w:basedOn w:val="a"/>
    <w:uiPriority w:val="99"/>
    <w:unhideWhenUsed/>
    <w:rsid w:val="00666E30"/>
    <w:pPr>
      <w:spacing w:before="100" w:beforeAutospacing="1" w:after="100" w:afterAutospacing="1"/>
    </w:pPr>
  </w:style>
  <w:style w:type="character" w:customStyle="1" w:styleId="ae">
    <w:name w:val="Без интервала Знак"/>
    <w:basedOn w:val="a0"/>
    <w:link w:val="ad"/>
    <w:uiPriority w:val="1"/>
    <w:locked/>
    <w:rsid w:val="00666E30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46510"/>
    <w:rPr>
      <w:rFonts w:ascii="Cambria" w:hAnsi="Cambria"/>
      <w:b/>
      <w:bCs/>
      <w:i/>
      <w:iCs/>
      <w:sz w:val="28"/>
      <w:szCs w:val="28"/>
    </w:rPr>
  </w:style>
  <w:style w:type="paragraph" w:customStyle="1" w:styleId="paragraphscxw113850990bcx0">
    <w:name w:val="paragraph scxw113850990 bcx0"/>
    <w:basedOn w:val="a"/>
    <w:rsid w:val="00C972D9"/>
    <w:pPr>
      <w:spacing w:before="100" w:beforeAutospacing="1" w:after="100" w:afterAutospacing="1"/>
    </w:pPr>
  </w:style>
  <w:style w:type="character" w:customStyle="1" w:styleId="eopscxw113850990bcx0">
    <w:name w:val="eop scxw113850990 bcx0"/>
    <w:rsid w:val="00C97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50;&#1086;&#1087;&#1080;&#1103;%20&#1055;&#1056;&#1048;&#1050;&#1040;&#1047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4036C-B41A-4260-845E-A2A75973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Копия ПРИКАЗ УО</Template>
  <TotalTime>477</TotalTime>
  <Pages>1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*</Company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имя</dc:creator>
  <cp:lastModifiedBy>ПМПК</cp:lastModifiedBy>
  <cp:revision>120</cp:revision>
  <cp:lastPrinted>2020-11-25T13:31:00Z</cp:lastPrinted>
  <dcterms:created xsi:type="dcterms:W3CDTF">2018-03-16T05:24:00Z</dcterms:created>
  <dcterms:modified xsi:type="dcterms:W3CDTF">2020-11-25T13:32:00Z</dcterms:modified>
</cp:coreProperties>
</file>