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980"/>
        <w:gridCol w:w="3240"/>
        <w:gridCol w:w="445"/>
        <w:gridCol w:w="1715"/>
        <w:gridCol w:w="900"/>
      </w:tblGrid>
      <w:tr w:rsidR="0010185B" w:rsidRPr="002D418A" w:rsidTr="00115ABA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717344" w:rsidRDefault="009C52B9" w:rsidP="00115ABA">
            <w:pPr>
              <w:jc w:val="center"/>
              <w:rPr>
                <w:b/>
                <w:spacing w:val="20"/>
                <w:sz w:val="2"/>
                <w:szCs w:val="2"/>
              </w:rPr>
            </w:pPr>
          </w:p>
          <w:p w:rsidR="00717344" w:rsidRPr="00717344" w:rsidRDefault="00717344" w:rsidP="00115ABA">
            <w:pPr>
              <w:jc w:val="center"/>
              <w:rPr>
                <w:b/>
                <w:sz w:val="10"/>
                <w:szCs w:val="10"/>
              </w:rPr>
            </w:pPr>
          </w:p>
          <w:p w:rsidR="009A3A2D" w:rsidRDefault="009A3A2D" w:rsidP="00115A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ОБРАЗОВАНИЯ</w:t>
            </w:r>
          </w:p>
          <w:p w:rsidR="0010185B" w:rsidRPr="00BE59BD" w:rsidRDefault="00BE59BD" w:rsidP="00115A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</w:t>
            </w:r>
            <w:r w:rsidR="009A3A2D">
              <w:rPr>
                <w:b/>
                <w:sz w:val="28"/>
                <w:szCs w:val="28"/>
              </w:rPr>
              <w:t>И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115ABA">
            <w:pPr>
              <w:jc w:val="center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115ABA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0D5511" w:rsidRDefault="002D5D97" w:rsidP="00115ABA">
            <w:pPr>
              <w:jc w:val="center"/>
              <w:rPr>
                <w:b/>
                <w:spacing w:val="24"/>
                <w:sz w:val="32"/>
                <w:szCs w:val="32"/>
              </w:rPr>
            </w:pPr>
            <w:r w:rsidRPr="000D5511">
              <w:rPr>
                <w:b/>
                <w:spacing w:val="24"/>
                <w:sz w:val="32"/>
                <w:szCs w:val="32"/>
              </w:rPr>
              <w:t>П</w:t>
            </w:r>
            <w:r w:rsidR="009A3A2D" w:rsidRPr="000D5511">
              <w:rPr>
                <w:b/>
                <w:spacing w:val="24"/>
                <w:sz w:val="32"/>
                <w:szCs w:val="32"/>
              </w:rPr>
              <w:t>Р</w:t>
            </w:r>
            <w:r w:rsidRPr="000D5511">
              <w:rPr>
                <w:b/>
                <w:spacing w:val="24"/>
                <w:sz w:val="32"/>
                <w:szCs w:val="32"/>
              </w:rPr>
              <w:t>И</w:t>
            </w:r>
            <w:r w:rsidR="00717344" w:rsidRPr="000D5511">
              <w:rPr>
                <w:b/>
                <w:spacing w:val="24"/>
                <w:sz w:val="32"/>
                <w:szCs w:val="32"/>
              </w:rPr>
              <w:t>КАЗ</w:t>
            </w:r>
          </w:p>
        </w:tc>
      </w:tr>
      <w:tr w:rsidR="0010185B" w:rsidRPr="002D418A" w:rsidTr="00115ABA">
        <w:trPr>
          <w:trHeight w:val="173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115ABA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8C16E6" w:rsidP="00115A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22.12.2020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115AB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115ABA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8C16E6" w:rsidP="00115A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981-о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115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115AB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9C52B9" w:rsidRDefault="0010185B" w:rsidP="00115ABA">
            <w:pPr>
              <w:ind w:firstLine="3960"/>
              <w:jc w:val="both"/>
            </w:pPr>
            <w:r w:rsidRPr="009C52B9">
              <w:t>г. Гулькевичи</w:t>
            </w:r>
          </w:p>
        </w:tc>
      </w:tr>
      <w:tr w:rsidR="00115ABA" w:rsidRPr="002D418A" w:rsidTr="00115ABA">
        <w:trPr>
          <w:trHeight w:val="1725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5ABA" w:rsidRDefault="00115ABA" w:rsidP="00B24330">
            <w:pPr>
              <w:rPr>
                <w:b/>
                <w:sz w:val="28"/>
                <w:szCs w:val="28"/>
              </w:rPr>
            </w:pPr>
          </w:p>
          <w:p w:rsidR="00E43F41" w:rsidRDefault="007B7947" w:rsidP="007C7E80">
            <w:pPr>
              <w:pStyle w:val="a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итогах</w:t>
            </w:r>
            <w:r w:rsidRPr="000A0D9E">
              <w:rPr>
                <w:b/>
                <w:sz w:val="28"/>
                <w:szCs w:val="28"/>
              </w:rPr>
              <w:t xml:space="preserve"> </w:t>
            </w:r>
            <w:r w:rsidR="00050D88">
              <w:rPr>
                <w:b/>
                <w:sz w:val="28"/>
                <w:szCs w:val="28"/>
              </w:rPr>
              <w:t>проведения</w:t>
            </w:r>
            <w:r w:rsidR="00EF737D" w:rsidRPr="007D0804">
              <w:rPr>
                <w:b/>
                <w:sz w:val="28"/>
                <w:szCs w:val="28"/>
              </w:rPr>
              <w:t xml:space="preserve"> </w:t>
            </w:r>
            <w:r w:rsidR="000F2BEB" w:rsidRPr="0002326F">
              <w:rPr>
                <w:b/>
                <w:bCs/>
                <w:sz w:val="28"/>
                <w:szCs w:val="28"/>
              </w:rPr>
              <w:t xml:space="preserve"> </w:t>
            </w:r>
            <w:r w:rsidR="003704F8" w:rsidRPr="00DA60C0">
              <w:rPr>
                <w:b/>
                <w:sz w:val="28"/>
                <w:szCs w:val="28"/>
              </w:rPr>
              <w:t xml:space="preserve"> муниципального </w:t>
            </w:r>
            <w:r w:rsidR="007C7E80">
              <w:rPr>
                <w:b/>
                <w:sz w:val="28"/>
                <w:szCs w:val="28"/>
              </w:rPr>
              <w:t xml:space="preserve"> </w:t>
            </w:r>
            <w:r w:rsidR="00342F88">
              <w:rPr>
                <w:b/>
                <w:sz w:val="28"/>
                <w:szCs w:val="28"/>
              </w:rPr>
              <w:t xml:space="preserve">этапа краевой акции «Однажды в Новый год» среди </w:t>
            </w:r>
            <w:r w:rsidR="007C7E80">
              <w:rPr>
                <w:b/>
                <w:bCs/>
                <w:sz w:val="28"/>
                <w:szCs w:val="28"/>
              </w:rPr>
              <w:t xml:space="preserve">воспитанников дошкольных </w:t>
            </w:r>
            <w:r w:rsidR="007C7E80" w:rsidRPr="001C2EAF">
              <w:rPr>
                <w:b/>
                <w:bCs/>
                <w:sz w:val="28"/>
                <w:szCs w:val="28"/>
              </w:rPr>
              <w:t>общеобразовательных учреждений</w:t>
            </w:r>
            <w:r w:rsidR="007C7E80">
              <w:rPr>
                <w:b/>
                <w:bCs/>
                <w:sz w:val="28"/>
                <w:szCs w:val="28"/>
              </w:rPr>
              <w:t xml:space="preserve"> </w:t>
            </w:r>
            <w:r w:rsidR="007C7E80" w:rsidRPr="001C2EAF">
              <w:rPr>
                <w:b/>
                <w:sz w:val="28"/>
                <w:szCs w:val="28"/>
              </w:rPr>
              <w:t xml:space="preserve">муниципального образования Гулькевичский район  </w:t>
            </w:r>
          </w:p>
          <w:p w:rsidR="007C7E80" w:rsidRDefault="007C7E80" w:rsidP="007C7E80">
            <w:pPr>
              <w:pStyle w:val="ad"/>
              <w:jc w:val="center"/>
              <w:rPr>
                <w:b/>
                <w:sz w:val="28"/>
                <w:szCs w:val="28"/>
              </w:rPr>
            </w:pPr>
          </w:p>
          <w:p w:rsidR="007C7E80" w:rsidRPr="007C7E80" w:rsidRDefault="007C7E80" w:rsidP="007C7E80">
            <w:pPr>
              <w:pStyle w:val="ad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8724F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581025" cy="685800"/>
            <wp:effectExtent l="19050" t="0" r="952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69C6" w:rsidRDefault="00E24267" w:rsidP="00786C8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Во исполнение  приказа управления образования администрации муниципального образ</w:t>
      </w:r>
      <w:r w:rsidR="003704F8">
        <w:rPr>
          <w:sz w:val="28"/>
          <w:szCs w:val="28"/>
        </w:rPr>
        <w:t>ован</w:t>
      </w:r>
      <w:r w:rsidR="00D069C6">
        <w:rPr>
          <w:sz w:val="28"/>
          <w:szCs w:val="28"/>
        </w:rPr>
        <w:t>ия Гулькевичский район от  26 ноября</w:t>
      </w:r>
      <w:r w:rsidR="007C7E80">
        <w:rPr>
          <w:sz w:val="28"/>
          <w:szCs w:val="28"/>
        </w:rPr>
        <w:t xml:space="preserve"> </w:t>
      </w:r>
      <w:r w:rsidR="003704F8">
        <w:rPr>
          <w:sz w:val="28"/>
          <w:szCs w:val="28"/>
        </w:rPr>
        <w:t xml:space="preserve"> </w:t>
      </w:r>
      <w:r w:rsidR="00EF737D">
        <w:rPr>
          <w:sz w:val="28"/>
          <w:szCs w:val="28"/>
        </w:rPr>
        <w:t xml:space="preserve">2020 </w:t>
      </w:r>
      <w:r w:rsidRPr="003D632D">
        <w:rPr>
          <w:sz w:val="28"/>
          <w:szCs w:val="28"/>
        </w:rPr>
        <w:t xml:space="preserve"> года  № </w:t>
      </w:r>
      <w:r w:rsidR="00D069C6">
        <w:rPr>
          <w:sz w:val="28"/>
          <w:szCs w:val="28"/>
        </w:rPr>
        <w:t>920</w:t>
      </w:r>
      <w:r w:rsidR="009E791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 </w:t>
      </w:r>
      <w:r w:rsidR="00EF737D">
        <w:rPr>
          <w:sz w:val="28"/>
          <w:szCs w:val="28"/>
        </w:rPr>
        <w:t xml:space="preserve"> </w:t>
      </w:r>
      <w:r w:rsidR="007C7E80">
        <w:rPr>
          <w:sz w:val="28"/>
          <w:szCs w:val="28"/>
        </w:rPr>
        <w:t xml:space="preserve"> </w:t>
      </w:r>
      <w:r w:rsidR="00E43F41">
        <w:rPr>
          <w:bCs/>
          <w:color w:val="000000"/>
          <w:sz w:val="28"/>
          <w:szCs w:val="28"/>
        </w:rPr>
        <w:t>«</w:t>
      </w:r>
      <w:r w:rsidR="00E43F41" w:rsidRPr="00E43F41">
        <w:rPr>
          <w:bCs/>
          <w:color w:val="000000"/>
          <w:sz w:val="28"/>
          <w:szCs w:val="28"/>
        </w:rPr>
        <w:t xml:space="preserve">О проведении </w:t>
      </w:r>
      <w:r w:rsidR="00E43F41" w:rsidRPr="003704F8">
        <w:rPr>
          <w:bCs/>
          <w:color w:val="000000"/>
          <w:sz w:val="28"/>
          <w:szCs w:val="28"/>
        </w:rPr>
        <w:t xml:space="preserve">муниципального </w:t>
      </w:r>
      <w:r w:rsidR="00D069C6">
        <w:rPr>
          <w:sz w:val="28"/>
          <w:szCs w:val="28"/>
        </w:rPr>
        <w:t>этапа краевой акции Однажды в Новый год</w:t>
      </w:r>
      <w:r w:rsidR="007C7E80">
        <w:rPr>
          <w:sz w:val="28"/>
          <w:szCs w:val="28"/>
        </w:rPr>
        <w:t xml:space="preserve">» </w:t>
      </w:r>
      <w:r w:rsidR="007C7E80" w:rsidRPr="00732032">
        <w:rPr>
          <w:bCs/>
          <w:sz w:val="28"/>
          <w:szCs w:val="28"/>
        </w:rPr>
        <w:t xml:space="preserve">среди </w:t>
      </w:r>
      <w:r w:rsidR="007C7E80">
        <w:rPr>
          <w:bCs/>
          <w:sz w:val="28"/>
          <w:szCs w:val="28"/>
        </w:rPr>
        <w:t xml:space="preserve">воспитанников дошкольных общеобразовательных учреждений </w:t>
      </w:r>
      <w:r w:rsidR="007C7E80" w:rsidRPr="00732032">
        <w:rPr>
          <w:bCs/>
          <w:sz w:val="28"/>
          <w:szCs w:val="28"/>
        </w:rPr>
        <w:t>муниципального образования Гулькевичский район</w:t>
      </w:r>
      <w:r w:rsidR="00D069C6">
        <w:rPr>
          <w:bCs/>
          <w:sz w:val="28"/>
          <w:szCs w:val="28"/>
        </w:rPr>
        <w:t>,</w:t>
      </w:r>
    </w:p>
    <w:p w:rsidR="00D67977" w:rsidRPr="00786C88" w:rsidRDefault="003704F8" w:rsidP="00786C88">
      <w:pPr>
        <w:jc w:val="both"/>
        <w:rPr>
          <w:rStyle w:val="T1"/>
          <w:bCs/>
          <w:color w:val="000000"/>
          <w:szCs w:val="28"/>
        </w:rPr>
      </w:pPr>
      <w:r w:rsidRPr="003704F8">
        <w:rPr>
          <w:sz w:val="28"/>
          <w:szCs w:val="28"/>
        </w:rPr>
        <w:t xml:space="preserve"> </w:t>
      </w:r>
      <w:r w:rsidR="00020114" w:rsidRPr="00643025">
        <w:rPr>
          <w:rStyle w:val="T1"/>
          <w:szCs w:val="28"/>
        </w:rPr>
        <w:t>п</w:t>
      </w:r>
      <w:r w:rsidR="00020114" w:rsidRPr="00643025">
        <w:rPr>
          <w:rStyle w:val="T1"/>
        </w:rPr>
        <w:t xml:space="preserve"> р и к а з ы в а ю:</w:t>
      </w:r>
    </w:p>
    <w:p w:rsidR="00D67977" w:rsidRDefault="000F2BEB" w:rsidP="00D67977">
      <w:pPr>
        <w:pStyle w:val="ad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</w:t>
      </w:r>
      <w:r w:rsidR="00FC5F77">
        <w:rPr>
          <w:sz w:val="28"/>
          <w:szCs w:val="28"/>
        </w:rPr>
        <w:t>ить список победителей и призеров</w:t>
      </w:r>
      <w:r>
        <w:rPr>
          <w:sz w:val="28"/>
          <w:szCs w:val="28"/>
        </w:rPr>
        <w:t xml:space="preserve"> </w:t>
      </w:r>
      <w:r w:rsidR="00D069C6">
        <w:rPr>
          <w:sz w:val="28"/>
          <w:szCs w:val="28"/>
        </w:rPr>
        <w:t>муниципального этапа краевой акции «Однажды в Новый год»</w:t>
      </w:r>
      <w:r w:rsidR="007C7E80">
        <w:rPr>
          <w:sz w:val="28"/>
          <w:szCs w:val="28"/>
        </w:rPr>
        <w:t xml:space="preserve"> </w:t>
      </w:r>
      <w:r w:rsidR="007C7E80" w:rsidRPr="00732032">
        <w:rPr>
          <w:bCs/>
          <w:sz w:val="28"/>
          <w:szCs w:val="28"/>
        </w:rPr>
        <w:t xml:space="preserve">среди </w:t>
      </w:r>
      <w:r w:rsidR="007C7E80">
        <w:rPr>
          <w:bCs/>
          <w:sz w:val="28"/>
          <w:szCs w:val="28"/>
        </w:rPr>
        <w:t xml:space="preserve">воспитанников дошкольных общеобразовательных учреждений </w:t>
      </w:r>
      <w:r w:rsidR="007C7E80" w:rsidRPr="00732032">
        <w:rPr>
          <w:bCs/>
          <w:sz w:val="28"/>
          <w:szCs w:val="28"/>
        </w:rPr>
        <w:t>муниципального образования Гулькевичский район</w:t>
      </w:r>
      <w:r w:rsidR="007C7E80">
        <w:rPr>
          <w:bCs/>
          <w:sz w:val="28"/>
          <w:szCs w:val="28"/>
        </w:rPr>
        <w:t xml:space="preserve"> </w:t>
      </w:r>
      <w:r w:rsidR="002F2025">
        <w:rPr>
          <w:sz w:val="28"/>
          <w:szCs w:val="28"/>
        </w:rPr>
        <w:t>(приложение</w:t>
      </w:r>
      <w:r w:rsidR="00AC1012">
        <w:rPr>
          <w:sz w:val="28"/>
          <w:szCs w:val="28"/>
        </w:rPr>
        <w:t>).</w:t>
      </w:r>
    </w:p>
    <w:p w:rsidR="00D67977" w:rsidRPr="00D67977" w:rsidRDefault="00AC1012" w:rsidP="00D67977">
      <w:pPr>
        <w:pStyle w:val="ad"/>
        <w:numPr>
          <w:ilvl w:val="0"/>
          <w:numId w:val="4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Провести награждение победителе</w:t>
      </w:r>
      <w:r w:rsidR="00FC5F77">
        <w:rPr>
          <w:sz w:val="28"/>
          <w:szCs w:val="28"/>
        </w:rPr>
        <w:t xml:space="preserve">й и </w:t>
      </w:r>
      <w:r w:rsidR="00D67977">
        <w:rPr>
          <w:sz w:val="28"/>
          <w:szCs w:val="28"/>
        </w:rPr>
        <w:t>призеров</w:t>
      </w:r>
      <w:r w:rsidR="00EF737D">
        <w:rPr>
          <w:sz w:val="28"/>
          <w:szCs w:val="28"/>
        </w:rPr>
        <w:t xml:space="preserve"> </w:t>
      </w:r>
      <w:r w:rsidR="00D67977">
        <w:rPr>
          <w:sz w:val="28"/>
          <w:szCs w:val="28"/>
        </w:rPr>
        <w:t xml:space="preserve"> конкурса грамотами </w:t>
      </w:r>
      <w:r>
        <w:rPr>
          <w:sz w:val="28"/>
          <w:szCs w:val="28"/>
        </w:rPr>
        <w:t>управления образования.</w:t>
      </w:r>
    </w:p>
    <w:p w:rsidR="00D67977" w:rsidRPr="00D67977" w:rsidRDefault="002428A1" w:rsidP="00D67977">
      <w:pPr>
        <w:pStyle w:val="ad"/>
        <w:numPr>
          <w:ilvl w:val="0"/>
          <w:numId w:val="4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D67977">
        <w:rPr>
          <w:sz w:val="28"/>
          <w:szCs w:val="28"/>
        </w:rPr>
        <w:t xml:space="preserve">Контроль за выполнением настоящего приказа возложить на директора муниципального казенного учреждения «Районный информационно-методический центр учреждений образования муниципального образования Гулькевичский район» управления образования администрации муниципального образования Гулькевичский район </w:t>
      </w:r>
      <w:r w:rsidR="00E24267">
        <w:rPr>
          <w:sz w:val="28"/>
          <w:szCs w:val="28"/>
        </w:rPr>
        <w:t>В.Ф. Сорокоумову.</w:t>
      </w:r>
    </w:p>
    <w:p w:rsidR="00071C00" w:rsidRPr="00D67977" w:rsidRDefault="00071C00" w:rsidP="00D67977">
      <w:pPr>
        <w:pStyle w:val="ad"/>
        <w:numPr>
          <w:ilvl w:val="0"/>
          <w:numId w:val="4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D67977">
        <w:rPr>
          <w:sz w:val="28"/>
          <w:szCs w:val="28"/>
        </w:rPr>
        <w:t>Приказ вступает в силу со дня его подписания.</w:t>
      </w:r>
    </w:p>
    <w:p w:rsidR="009E7916" w:rsidRDefault="009E7916" w:rsidP="00061212">
      <w:pPr>
        <w:pStyle w:val="af1"/>
        <w:spacing w:after="0"/>
        <w:rPr>
          <w:rFonts w:eastAsia="Calibri"/>
          <w:sz w:val="28"/>
          <w:szCs w:val="28"/>
          <w:lang w:eastAsia="en-US"/>
        </w:rPr>
      </w:pPr>
    </w:p>
    <w:p w:rsidR="007E5750" w:rsidRDefault="007E5750" w:rsidP="00061212">
      <w:pPr>
        <w:pStyle w:val="af1"/>
        <w:spacing w:after="0"/>
        <w:rPr>
          <w:sz w:val="28"/>
          <w:szCs w:val="28"/>
        </w:rPr>
      </w:pPr>
    </w:p>
    <w:p w:rsidR="00061212" w:rsidRPr="00D069C6" w:rsidRDefault="00061212" w:rsidP="00061212">
      <w:pPr>
        <w:pStyle w:val="af1"/>
        <w:tabs>
          <w:tab w:val="left" w:pos="1038"/>
          <w:tab w:val="left" w:pos="3759"/>
        </w:tabs>
        <w:spacing w:after="0"/>
        <w:ind w:right="20"/>
        <w:jc w:val="both"/>
        <w:rPr>
          <w:sz w:val="28"/>
          <w:szCs w:val="28"/>
        </w:rPr>
      </w:pPr>
      <w:r w:rsidRPr="00D069C6">
        <w:rPr>
          <w:sz w:val="28"/>
          <w:szCs w:val="28"/>
        </w:rPr>
        <w:t xml:space="preserve">Начальник управления образования </w:t>
      </w:r>
    </w:p>
    <w:p w:rsidR="00061212" w:rsidRPr="00D069C6" w:rsidRDefault="00061212" w:rsidP="00061212">
      <w:pPr>
        <w:pStyle w:val="af1"/>
        <w:tabs>
          <w:tab w:val="left" w:pos="1038"/>
          <w:tab w:val="left" w:pos="3759"/>
        </w:tabs>
        <w:spacing w:after="0"/>
        <w:ind w:right="20"/>
        <w:jc w:val="both"/>
        <w:rPr>
          <w:sz w:val="28"/>
          <w:szCs w:val="28"/>
        </w:rPr>
      </w:pPr>
      <w:r w:rsidRPr="00D069C6">
        <w:rPr>
          <w:sz w:val="28"/>
          <w:szCs w:val="28"/>
        </w:rPr>
        <w:t>администрации муниципального образования</w:t>
      </w:r>
    </w:p>
    <w:p w:rsidR="00061212" w:rsidRPr="00D069C6" w:rsidRDefault="00061212" w:rsidP="00061212">
      <w:pPr>
        <w:jc w:val="both"/>
        <w:rPr>
          <w:sz w:val="28"/>
          <w:szCs w:val="28"/>
        </w:rPr>
      </w:pPr>
      <w:r w:rsidRPr="00D069C6">
        <w:rPr>
          <w:sz w:val="28"/>
          <w:szCs w:val="28"/>
        </w:rPr>
        <w:t xml:space="preserve">Гулькевичский район                                                </w:t>
      </w:r>
      <w:r w:rsidR="00EF737D" w:rsidRPr="00D069C6">
        <w:rPr>
          <w:sz w:val="28"/>
          <w:szCs w:val="28"/>
        </w:rPr>
        <w:t xml:space="preserve">                   Н.В. Дудникова</w:t>
      </w:r>
    </w:p>
    <w:p w:rsidR="009E7916" w:rsidRDefault="009E7916" w:rsidP="00EF737D">
      <w:pPr>
        <w:pBdr>
          <w:top w:val="single" w:sz="4" w:space="1" w:color="auto"/>
        </w:pBdr>
        <w:rPr>
          <w:sz w:val="28"/>
          <w:szCs w:val="28"/>
        </w:rPr>
      </w:pPr>
    </w:p>
    <w:p w:rsidR="009E7916" w:rsidRDefault="009E7916" w:rsidP="00EF737D">
      <w:pPr>
        <w:pBdr>
          <w:top w:val="single" w:sz="4" w:space="1" w:color="auto"/>
        </w:pBdr>
        <w:rPr>
          <w:sz w:val="28"/>
          <w:szCs w:val="28"/>
        </w:rPr>
      </w:pPr>
    </w:p>
    <w:sectPr w:rsidR="009E7916" w:rsidSect="002B0F30">
      <w:headerReference w:type="even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2CA" w:rsidRDefault="00D012CA">
      <w:r>
        <w:separator/>
      </w:r>
    </w:p>
  </w:endnote>
  <w:endnote w:type="continuationSeparator" w:id="1">
    <w:p w:rsidR="00D012CA" w:rsidRDefault="00D01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2CA" w:rsidRDefault="00D012CA">
      <w:r>
        <w:separator/>
      </w:r>
    </w:p>
  </w:footnote>
  <w:footnote w:type="continuationSeparator" w:id="1">
    <w:p w:rsidR="00D012CA" w:rsidRDefault="00D012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89C" w:rsidRDefault="007E12D6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38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389C" w:rsidRDefault="00F63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150"/>
    <w:multiLevelType w:val="hybridMultilevel"/>
    <w:tmpl w:val="26A6F8F6"/>
    <w:lvl w:ilvl="0" w:tplc="63FE6A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0F0260"/>
    <w:multiLevelType w:val="hybridMultilevel"/>
    <w:tmpl w:val="85CC7C6C"/>
    <w:lvl w:ilvl="0" w:tplc="6A48A29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76C776D"/>
    <w:multiLevelType w:val="hybridMultilevel"/>
    <w:tmpl w:val="94CA8188"/>
    <w:lvl w:ilvl="0" w:tplc="D62AA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534691"/>
    <w:multiLevelType w:val="multilevel"/>
    <w:tmpl w:val="CD829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>
    <w:nsid w:val="65EA03F7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35E12"/>
    <w:rsid w:val="00005A83"/>
    <w:rsid w:val="00012E03"/>
    <w:rsid w:val="00017F84"/>
    <w:rsid w:val="00020114"/>
    <w:rsid w:val="00050D88"/>
    <w:rsid w:val="00061212"/>
    <w:rsid w:val="00071A92"/>
    <w:rsid w:val="00071C00"/>
    <w:rsid w:val="00075115"/>
    <w:rsid w:val="00085070"/>
    <w:rsid w:val="000D5511"/>
    <w:rsid w:val="000E226B"/>
    <w:rsid w:val="000F2BEB"/>
    <w:rsid w:val="000F7ADC"/>
    <w:rsid w:val="0010185B"/>
    <w:rsid w:val="001056B0"/>
    <w:rsid w:val="00106540"/>
    <w:rsid w:val="00115ABA"/>
    <w:rsid w:val="001203FC"/>
    <w:rsid w:val="001407DC"/>
    <w:rsid w:val="001608FC"/>
    <w:rsid w:val="001858F3"/>
    <w:rsid w:val="00186D62"/>
    <w:rsid w:val="00186E22"/>
    <w:rsid w:val="0019205B"/>
    <w:rsid w:val="001941EE"/>
    <w:rsid w:val="001A2091"/>
    <w:rsid w:val="001A5464"/>
    <w:rsid w:val="001B2620"/>
    <w:rsid w:val="001B2EB8"/>
    <w:rsid w:val="001D684B"/>
    <w:rsid w:val="001E0E1E"/>
    <w:rsid w:val="001E2125"/>
    <w:rsid w:val="001E493F"/>
    <w:rsid w:val="001E5860"/>
    <w:rsid w:val="00203914"/>
    <w:rsid w:val="0022405E"/>
    <w:rsid w:val="002334C5"/>
    <w:rsid w:val="00236961"/>
    <w:rsid w:val="00236A04"/>
    <w:rsid w:val="002428A1"/>
    <w:rsid w:val="00245D79"/>
    <w:rsid w:val="002570A2"/>
    <w:rsid w:val="00262839"/>
    <w:rsid w:val="00275FBC"/>
    <w:rsid w:val="002812C6"/>
    <w:rsid w:val="00283350"/>
    <w:rsid w:val="002B0F30"/>
    <w:rsid w:val="002B2803"/>
    <w:rsid w:val="002B52CE"/>
    <w:rsid w:val="002C58DD"/>
    <w:rsid w:val="002C745C"/>
    <w:rsid w:val="002D418A"/>
    <w:rsid w:val="002D5D97"/>
    <w:rsid w:val="002D7887"/>
    <w:rsid w:val="002F0093"/>
    <w:rsid w:val="002F2025"/>
    <w:rsid w:val="002F3550"/>
    <w:rsid w:val="00303365"/>
    <w:rsid w:val="00315269"/>
    <w:rsid w:val="00325A15"/>
    <w:rsid w:val="00342F88"/>
    <w:rsid w:val="00347A11"/>
    <w:rsid w:val="003533B9"/>
    <w:rsid w:val="00360D0A"/>
    <w:rsid w:val="003704F8"/>
    <w:rsid w:val="0038020F"/>
    <w:rsid w:val="00381687"/>
    <w:rsid w:val="00383359"/>
    <w:rsid w:val="00383F0B"/>
    <w:rsid w:val="00397F9D"/>
    <w:rsid w:val="003A18ED"/>
    <w:rsid w:val="003A1E3C"/>
    <w:rsid w:val="003A21C3"/>
    <w:rsid w:val="003D048E"/>
    <w:rsid w:val="003D1A2E"/>
    <w:rsid w:val="003F22BD"/>
    <w:rsid w:val="00402034"/>
    <w:rsid w:val="00402422"/>
    <w:rsid w:val="004048B9"/>
    <w:rsid w:val="00407A8D"/>
    <w:rsid w:val="00425537"/>
    <w:rsid w:val="004263D8"/>
    <w:rsid w:val="00431939"/>
    <w:rsid w:val="004406AE"/>
    <w:rsid w:val="00444170"/>
    <w:rsid w:val="004528EC"/>
    <w:rsid w:val="004651FC"/>
    <w:rsid w:val="00465CB3"/>
    <w:rsid w:val="00473FE5"/>
    <w:rsid w:val="00475471"/>
    <w:rsid w:val="00483500"/>
    <w:rsid w:val="0048432D"/>
    <w:rsid w:val="0049164D"/>
    <w:rsid w:val="004941B1"/>
    <w:rsid w:val="004952EC"/>
    <w:rsid w:val="004B3FCE"/>
    <w:rsid w:val="004B7D2E"/>
    <w:rsid w:val="004C3342"/>
    <w:rsid w:val="004C7100"/>
    <w:rsid w:val="004D420F"/>
    <w:rsid w:val="004D4A00"/>
    <w:rsid w:val="004F3756"/>
    <w:rsid w:val="004F44EF"/>
    <w:rsid w:val="004F6231"/>
    <w:rsid w:val="00505118"/>
    <w:rsid w:val="005053A4"/>
    <w:rsid w:val="0051026B"/>
    <w:rsid w:val="005127C3"/>
    <w:rsid w:val="00516C5B"/>
    <w:rsid w:val="00517AAE"/>
    <w:rsid w:val="00527F7C"/>
    <w:rsid w:val="00534731"/>
    <w:rsid w:val="00535E12"/>
    <w:rsid w:val="0053798C"/>
    <w:rsid w:val="00542573"/>
    <w:rsid w:val="005451C3"/>
    <w:rsid w:val="005512DA"/>
    <w:rsid w:val="00552C6C"/>
    <w:rsid w:val="00560737"/>
    <w:rsid w:val="005609DE"/>
    <w:rsid w:val="00563993"/>
    <w:rsid w:val="005650FE"/>
    <w:rsid w:val="00565A04"/>
    <w:rsid w:val="0057594D"/>
    <w:rsid w:val="00580F4B"/>
    <w:rsid w:val="005A516B"/>
    <w:rsid w:val="005B4ACA"/>
    <w:rsid w:val="005C5702"/>
    <w:rsid w:val="005D25B8"/>
    <w:rsid w:val="005D55B9"/>
    <w:rsid w:val="005E13D4"/>
    <w:rsid w:val="005F1645"/>
    <w:rsid w:val="005F2AFC"/>
    <w:rsid w:val="005F6C70"/>
    <w:rsid w:val="005F7156"/>
    <w:rsid w:val="006002CB"/>
    <w:rsid w:val="00614817"/>
    <w:rsid w:val="006172B0"/>
    <w:rsid w:val="006358AB"/>
    <w:rsid w:val="00653AF5"/>
    <w:rsid w:val="0066620D"/>
    <w:rsid w:val="00666CAE"/>
    <w:rsid w:val="00674023"/>
    <w:rsid w:val="006A3155"/>
    <w:rsid w:val="006C5413"/>
    <w:rsid w:val="006D04FC"/>
    <w:rsid w:val="006E799C"/>
    <w:rsid w:val="006F1E8A"/>
    <w:rsid w:val="00703DF3"/>
    <w:rsid w:val="00704A0F"/>
    <w:rsid w:val="00706FD6"/>
    <w:rsid w:val="0071022A"/>
    <w:rsid w:val="00712B68"/>
    <w:rsid w:val="00714189"/>
    <w:rsid w:val="00717344"/>
    <w:rsid w:val="00723004"/>
    <w:rsid w:val="00732D4D"/>
    <w:rsid w:val="00743347"/>
    <w:rsid w:val="00744560"/>
    <w:rsid w:val="00750169"/>
    <w:rsid w:val="0076270D"/>
    <w:rsid w:val="007652C3"/>
    <w:rsid w:val="00786C88"/>
    <w:rsid w:val="007911A3"/>
    <w:rsid w:val="00792E4B"/>
    <w:rsid w:val="0079780E"/>
    <w:rsid w:val="007A2445"/>
    <w:rsid w:val="007A3FD2"/>
    <w:rsid w:val="007B7947"/>
    <w:rsid w:val="007C06FD"/>
    <w:rsid w:val="007C4283"/>
    <w:rsid w:val="007C7E80"/>
    <w:rsid w:val="007D3A15"/>
    <w:rsid w:val="007D4315"/>
    <w:rsid w:val="007E12D6"/>
    <w:rsid w:val="007E1FE2"/>
    <w:rsid w:val="007E5750"/>
    <w:rsid w:val="007F02B8"/>
    <w:rsid w:val="007F7BCA"/>
    <w:rsid w:val="00801A7D"/>
    <w:rsid w:val="00810254"/>
    <w:rsid w:val="00811EC6"/>
    <w:rsid w:val="0081257D"/>
    <w:rsid w:val="00813BD2"/>
    <w:rsid w:val="008217A3"/>
    <w:rsid w:val="00850CEA"/>
    <w:rsid w:val="0086462B"/>
    <w:rsid w:val="008724FC"/>
    <w:rsid w:val="00872F34"/>
    <w:rsid w:val="00874C1F"/>
    <w:rsid w:val="00875667"/>
    <w:rsid w:val="00877BBC"/>
    <w:rsid w:val="00882554"/>
    <w:rsid w:val="008834B5"/>
    <w:rsid w:val="00892641"/>
    <w:rsid w:val="008B1C3A"/>
    <w:rsid w:val="008B6B1C"/>
    <w:rsid w:val="008C16E6"/>
    <w:rsid w:val="008D106B"/>
    <w:rsid w:val="008D1FA2"/>
    <w:rsid w:val="008D571B"/>
    <w:rsid w:val="008E2816"/>
    <w:rsid w:val="008E28F0"/>
    <w:rsid w:val="008F5DA3"/>
    <w:rsid w:val="00904F84"/>
    <w:rsid w:val="0091399F"/>
    <w:rsid w:val="00920FA3"/>
    <w:rsid w:val="00922DED"/>
    <w:rsid w:val="00923BD6"/>
    <w:rsid w:val="0093545B"/>
    <w:rsid w:val="00940317"/>
    <w:rsid w:val="0094494C"/>
    <w:rsid w:val="00975B71"/>
    <w:rsid w:val="00991DE2"/>
    <w:rsid w:val="00996356"/>
    <w:rsid w:val="00997C46"/>
    <w:rsid w:val="009A30F1"/>
    <w:rsid w:val="009A3A2D"/>
    <w:rsid w:val="009B47E1"/>
    <w:rsid w:val="009B6DD2"/>
    <w:rsid w:val="009C52B9"/>
    <w:rsid w:val="009C533B"/>
    <w:rsid w:val="009D7977"/>
    <w:rsid w:val="009E030F"/>
    <w:rsid w:val="009E7916"/>
    <w:rsid w:val="009F43CF"/>
    <w:rsid w:val="009F5371"/>
    <w:rsid w:val="00A06BDE"/>
    <w:rsid w:val="00A10DAC"/>
    <w:rsid w:val="00A25133"/>
    <w:rsid w:val="00A27EC9"/>
    <w:rsid w:val="00A31E46"/>
    <w:rsid w:val="00A377D4"/>
    <w:rsid w:val="00A41781"/>
    <w:rsid w:val="00A434E9"/>
    <w:rsid w:val="00A4411F"/>
    <w:rsid w:val="00A61520"/>
    <w:rsid w:val="00A82714"/>
    <w:rsid w:val="00A879D2"/>
    <w:rsid w:val="00AA0C06"/>
    <w:rsid w:val="00AA5134"/>
    <w:rsid w:val="00AB2922"/>
    <w:rsid w:val="00AC05D9"/>
    <w:rsid w:val="00AC1012"/>
    <w:rsid w:val="00AC586B"/>
    <w:rsid w:val="00AD3353"/>
    <w:rsid w:val="00B056E3"/>
    <w:rsid w:val="00B1717A"/>
    <w:rsid w:val="00B23F16"/>
    <w:rsid w:val="00B24330"/>
    <w:rsid w:val="00B34A9D"/>
    <w:rsid w:val="00B373E6"/>
    <w:rsid w:val="00B44571"/>
    <w:rsid w:val="00B46173"/>
    <w:rsid w:val="00B464D9"/>
    <w:rsid w:val="00B52F28"/>
    <w:rsid w:val="00B53BD8"/>
    <w:rsid w:val="00B665CE"/>
    <w:rsid w:val="00B66B76"/>
    <w:rsid w:val="00B6749E"/>
    <w:rsid w:val="00BB1920"/>
    <w:rsid w:val="00BC05AB"/>
    <w:rsid w:val="00BC43B0"/>
    <w:rsid w:val="00BC5A75"/>
    <w:rsid w:val="00BD6FAE"/>
    <w:rsid w:val="00BD7A1D"/>
    <w:rsid w:val="00BE0B4A"/>
    <w:rsid w:val="00BE59BD"/>
    <w:rsid w:val="00BF3B8D"/>
    <w:rsid w:val="00BF40F3"/>
    <w:rsid w:val="00BF70AA"/>
    <w:rsid w:val="00C05BC6"/>
    <w:rsid w:val="00C07A31"/>
    <w:rsid w:val="00C11D14"/>
    <w:rsid w:val="00C13188"/>
    <w:rsid w:val="00C350CD"/>
    <w:rsid w:val="00C41F5F"/>
    <w:rsid w:val="00C42C57"/>
    <w:rsid w:val="00C557F5"/>
    <w:rsid w:val="00C60F92"/>
    <w:rsid w:val="00C70319"/>
    <w:rsid w:val="00C82342"/>
    <w:rsid w:val="00C85C53"/>
    <w:rsid w:val="00C85DB9"/>
    <w:rsid w:val="00CA351B"/>
    <w:rsid w:val="00CA5567"/>
    <w:rsid w:val="00CB203D"/>
    <w:rsid w:val="00CB4BCC"/>
    <w:rsid w:val="00CB70F1"/>
    <w:rsid w:val="00CC1D0B"/>
    <w:rsid w:val="00CC34FD"/>
    <w:rsid w:val="00CD17DA"/>
    <w:rsid w:val="00CD6320"/>
    <w:rsid w:val="00CD7ADF"/>
    <w:rsid w:val="00CE4518"/>
    <w:rsid w:val="00CE57F9"/>
    <w:rsid w:val="00CE5CB8"/>
    <w:rsid w:val="00CF24CA"/>
    <w:rsid w:val="00D012CA"/>
    <w:rsid w:val="00D069C6"/>
    <w:rsid w:val="00D1033E"/>
    <w:rsid w:val="00D12086"/>
    <w:rsid w:val="00D30E3F"/>
    <w:rsid w:val="00D3229D"/>
    <w:rsid w:val="00D363F7"/>
    <w:rsid w:val="00D47D1A"/>
    <w:rsid w:val="00D67977"/>
    <w:rsid w:val="00D7085C"/>
    <w:rsid w:val="00D7230E"/>
    <w:rsid w:val="00D856C1"/>
    <w:rsid w:val="00D93A0C"/>
    <w:rsid w:val="00D970E0"/>
    <w:rsid w:val="00D977C2"/>
    <w:rsid w:val="00DB25B2"/>
    <w:rsid w:val="00DB28DC"/>
    <w:rsid w:val="00DB7DAD"/>
    <w:rsid w:val="00DE210B"/>
    <w:rsid w:val="00DE28BF"/>
    <w:rsid w:val="00DF01A8"/>
    <w:rsid w:val="00E0000B"/>
    <w:rsid w:val="00E017AD"/>
    <w:rsid w:val="00E1495E"/>
    <w:rsid w:val="00E15A90"/>
    <w:rsid w:val="00E173A3"/>
    <w:rsid w:val="00E24267"/>
    <w:rsid w:val="00E257FA"/>
    <w:rsid w:val="00E31630"/>
    <w:rsid w:val="00E33CD2"/>
    <w:rsid w:val="00E36C00"/>
    <w:rsid w:val="00E42176"/>
    <w:rsid w:val="00E43F41"/>
    <w:rsid w:val="00E536E4"/>
    <w:rsid w:val="00E57AF4"/>
    <w:rsid w:val="00E6033B"/>
    <w:rsid w:val="00E653B9"/>
    <w:rsid w:val="00E67F70"/>
    <w:rsid w:val="00E74BCA"/>
    <w:rsid w:val="00EA2AA5"/>
    <w:rsid w:val="00EA3A4B"/>
    <w:rsid w:val="00EB419A"/>
    <w:rsid w:val="00EC18C8"/>
    <w:rsid w:val="00EC3D5C"/>
    <w:rsid w:val="00ED26DA"/>
    <w:rsid w:val="00EE7BFB"/>
    <w:rsid w:val="00EF5B3F"/>
    <w:rsid w:val="00EF737D"/>
    <w:rsid w:val="00F01E72"/>
    <w:rsid w:val="00F0332F"/>
    <w:rsid w:val="00F06821"/>
    <w:rsid w:val="00F125E1"/>
    <w:rsid w:val="00F22DD8"/>
    <w:rsid w:val="00F44B67"/>
    <w:rsid w:val="00F45FE5"/>
    <w:rsid w:val="00F526FE"/>
    <w:rsid w:val="00F6389C"/>
    <w:rsid w:val="00F6758E"/>
    <w:rsid w:val="00F7381E"/>
    <w:rsid w:val="00F76A60"/>
    <w:rsid w:val="00F84A2A"/>
    <w:rsid w:val="00F86E54"/>
    <w:rsid w:val="00F926F6"/>
    <w:rsid w:val="00F9285E"/>
    <w:rsid w:val="00FA4B5C"/>
    <w:rsid w:val="00FC0AB4"/>
    <w:rsid w:val="00FC5F77"/>
    <w:rsid w:val="00FC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C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5F7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List Paragraph"/>
    <w:basedOn w:val="a"/>
    <w:uiPriority w:val="34"/>
    <w:qFormat/>
    <w:rsid w:val="001E493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8">
    <w:name w:val="P8"/>
    <w:basedOn w:val="a"/>
    <w:rsid w:val="003D048E"/>
    <w:pPr>
      <w:widowControl w:val="0"/>
      <w:suppressAutoHyphens/>
      <w:jc w:val="both"/>
    </w:pPr>
    <w:rPr>
      <w:rFonts w:eastAsia="Arial Unicode MS" w:cs="Tahoma"/>
      <w:sz w:val="28"/>
      <w:szCs w:val="20"/>
      <w:lang w:eastAsia="ar-SA"/>
    </w:rPr>
  </w:style>
  <w:style w:type="table" w:styleId="a7">
    <w:name w:val="Table Grid"/>
    <w:basedOn w:val="a1"/>
    <w:uiPriority w:val="59"/>
    <w:rsid w:val="00B5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127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27C3"/>
    <w:rPr>
      <w:sz w:val="24"/>
      <w:szCs w:val="24"/>
    </w:rPr>
  </w:style>
  <w:style w:type="character" w:styleId="aa">
    <w:name w:val="Strong"/>
    <w:basedOn w:val="a0"/>
    <w:uiPriority w:val="22"/>
    <w:qFormat/>
    <w:rsid w:val="00A4411F"/>
    <w:rPr>
      <w:b/>
      <w:bCs/>
    </w:rPr>
  </w:style>
  <w:style w:type="character" w:customStyle="1" w:styleId="apple-converted-space">
    <w:name w:val="apple-converted-space"/>
    <w:basedOn w:val="a0"/>
    <w:rsid w:val="00A4411F"/>
  </w:style>
  <w:style w:type="character" w:customStyle="1" w:styleId="T1">
    <w:name w:val="T1"/>
    <w:rsid w:val="00020114"/>
    <w:rPr>
      <w:sz w:val="28"/>
    </w:rPr>
  </w:style>
  <w:style w:type="paragraph" w:styleId="ab">
    <w:name w:val="Title"/>
    <w:basedOn w:val="a"/>
    <w:link w:val="ac"/>
    <w:qFormat/>
    <w:rsid w:val="00020114"/>
    <w:pPr>
      <w:jc w:val="center"/>
    </w:pPr>
    <w:rPr>
      <w:rFonts w:eastAsia="Calibri"/>
      <w:b/>
      <w:bCs/>
      <w:sz w:val="28"/>
      <w:szCs w:val="20"/>
    </w:rPr>
  </w:style>
  <w:style w:type="character" w:customStyle="1" w:styleId="ac">
    <w:name w:val="Название Знак"/>
    <w:basedOn w:val="a0"/>
    <w:link w:val="ab"/>
    <w:rsid w:val="00020114"/>
    <w:rPr>
      <w:rFonts w:eastAsia="Calibri"/>
      <w:b/>
      <w:bCs/>
      <w:sz w:val="28"/>
    </w:rPr>
  </w:style>
  <w:style w:type="paragraph" w:styleId="ad">
    <w:name w:val="No Spacing"/>
    <w:uiPriority w:val="1"/>
    <w:qFormat/>
    <w:rsid w:val="00020114"/>
    <w:rPr>
      <w:sz w:val="24"/>
      <w:szCs w:val="24"/>
    </w:rPr>
  </w:style>
  <w:style w:type="paragraph" w:customStyle="1" w:styleId="1">
    <w:name w:val="Без интервала1"/>
    <w:uiPriority w:val="99"/>
    <w:rsid w:val="00020114"/>
    <w:rPr>
      <w:sz w:val="24"/>
      <w:szCs w:val="24"/>
    </w:rPr>
  </w:style>
  <w:style w:type="paragraph" w:styleId="ae">
    <w:name w:val="Subtitle"/>
    <w:basedOn w:val="a"/>
    <w:next w:val="a"/>
    <w:link w:val="af"/>
    <w:qFormat/>
    <w:rsid w:val="00020114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">
    <w:name w:val="Подзаголовок Знак"/>
    <w:basedOn w:val="a0"/>
    <w:link w:val="ae"/>
    <w:rsid w:val="00020114"/>
    <w:rPr>
      <w:rFonts w:ascii="Cambria" w:hAnsi="Cambria"/>
      <w:sz w:val="24"/>
      <w:szCs w:val="24"/>
      <w:lang w:eastAsia="en-US"/>
    </w:rPr>
  </w:style>
  <w:style w:type="character" w:customStyle="1" w:styleId="af0">
    <w:name w:val="Основной текст_"/>
    <w:basedOn w:val="a0"/>
    <w:link w:val="3"/>
    <w:rsid w:val="00020114"/>
    <w:rPr>
      <w:sz w:val="26"/>
      <w:szCs w:val="26"/>
      <w:shd w:val="clear" w:color="auto" w:fill="FFFFFF"/>
    </w:rPr>
  </w:style>
  <w:style w:type="character" w:customStyle="1" w:styleId="21">
    <w:name w:val="Основной текст2"/>
    <w:basedOn w:val="af0"/>
    <w:rsid w:val="00020114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0"/>
    <w:rsid w:val="00020114"/>
    <w:pPr>
      <w:widowControl w:val="0"/>
      <w:shd w:val="clear" w:color="auto" w:fill="FFFFFF"/>
      <w:spacing w:line="322" w:lineRule="exact"/>
      <w:ind w:hanging="240"/>
    </w:pPr>
    <w:rPr>
      <w:sz w:val="26"/>
      <w:szCs w:val="26"/>
    </w:rPr>
  </w:style>
  <w:style w:type="paragraph" w:styleId="af1">
    <w:name w:val="Body Text"/>
    <w:basedOn w:val="a"/>
    <w:link w:val="af2"/>
    <w:rsid w:val="00061212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basedOn w:val="a0"/>
    <w:link w:val="af1"/>
    <w:rsid w:val="00061212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C5F77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0;&#1086;&#1087;&#1080;&#1103;%20&#1055;&#1056;&#1048;&#1050;&#1040;&#1047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4036C-B41A-4260-845E-A2A7597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Копия ПРИКАЗ УО</Template>
  <TotalTime>32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*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имя</dc:creator>
  <cp:lastModifiedBy>Наталия</cp:lastModifiedBy>
  <cp:revision>3</cp:revision>
  <cp:lastPrinted>2020-12-16T07:51:00Z</cp:lastPrinted>
  <dcterms:created xsi:type="dcterms:W3CDTF">2020-12-16T07:51:00Z</dcterms:created>
  <dcterms:modified xsi:type="dcterms:W3CDTF">2020-12-22T05:26:00Z</dcterms:modified>
</cp:coreProperties>
</file>